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450" w:type="dxa"/>
        <w:tblInd w:w="-6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360"/>
        <w:gridCol w:w="5899"/>
        <w:gridCol w:w="3191"/>
      </w:tblGrid>
      <w:tr w:rsidR="002856C1" w:rsidRPr="00E249FE" w14:paraId="50A0B15D" w14:textId="77777777" w:rsidTr="00E62891">
        <w:trPr>
          <w:trHeight w:val="51"/>
        </w:trPr>
        <w:sdt>
          <w:sdtPr>
            <w:rPr>
              <w:rFonts w:ascii="Garamond" w:hAnsi="Garamond"/>
              <w:b/>
              <w:color w:val="000000" w:themeColor="text1"/>
              <w:szCs w:val="40"/>
            </w:rPr>
            <w:alias w:val="Author"/>
            <w:id w:val="91148862"/>
            <w:placeholder>
              <w:docPart w:val="279A39A3C10B43CD816CB6E0CDFACA31"/>
            </w:placeholder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EndPr/>
          <w:sdtContent>
            <w:tc>
              <w:tcPr>
                <w:tcW w:w="9450" w:type="dxa"/>
                <w:gridSpan w:val="3"/>
                <w:vAlign w:val="bottom"/>
              </w:tcPr>
              <w:p w14:paraId="650D7725" w14:textId="77777777" w:rsidR="002856C1" w:rsidRPr="00C41B38" w:rsidRDefault="00922B90">
                <w:pPr>
                  <w:pStyle w:val="YourName"/>
                  <w:rPr>
                    <w:rFonts w:ascii="Garamond" w:hAnsi="Garamond"/>
                    <w:b/>
                    <w:color w:val="000000" w:themeColor="text1"/>
                    <w:szCs w:val="40"/>
                  </w:rPr>
                </w:pPr>
                <w:r w:rsidRPr="00C41B38">
                  <w:rPr>
                    <w:rFonts w:ascii="Garamond" w:hAnsi="Garamond"/>
                    <w:b/>
                    <w:color w:val="000000" w:themeColor="text1"/>
                    <w:szCs w:val="40"/>
                  </w:rPr>
                  <w:t>Roger</w:t>
                </w:r>
                <w:r w:rsidR="00BB3743" w:rsidRPr="00C41B38">
                  <w:rPr>
                    <w:rFonts w:ascii="Garamond" w:hAnsi="Garamond"/>
                    <w:b/>
                    <w:color w:val="000000" w:themeColor="text1"/>
                    <w:szCs w:val="40"/>
                  </w:rPr>
                  <w:t xml:space="preserve"> B</w:t>
                </w:r>
                <w:r w:rsidRPr="00C41B38">
                  <w:rPr>
                    <w:rFonts w:ascii="Garamond" w:hAnsi="Garamond"/>
                    <w:b/>
                    <w:color w:val="000000" w:themeColor="text1"/>
                    <w:szCs w:val="40"/>
                  </w:rPr>
                  <w:t xml:space="preserve"> Mitchell</w:t>
                </w:r>
              </w:p>
            </w:tc>
          </w:sdtContent>
        </w:sdt>
      </w:tr>
      <w:tr w:rsidR="002856C1" w14:paraId="51D80B3D" w14:textId="77777777" w:rsidTr="00C85870">
        <w:trPr>
          <w:trHeight w:val="88"/>
        </w:trPr>
        <w:tc>
          <w:tcPr>
            <w:tcW w:w="360" w:type="dxa"/>
          </w:tcPr>
          <w:p w14:paraId="3FC11E58" w14:textId="77777777" w:rsidR="002856C1" w:rsidRPr="00C41B38" w:rsidRDefault="002856C1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090" w:type="dxa"/>
            <w:gridSpan w:val="2"/>
          </w:tcPr>
          <w:p w14:paraId="6EB5DC79" w14:textId="77777777" w:rsidR="002856C1" w:rsidRPr="00C41B38" w:rsidRDefault="00E959D1" w:rsidP="00922B90">
            <w:pPr>
              <w:pStyle w:val="PersonalInformation"/>
              <w:rPr>
                <w:rFonts w:ascii="Garamond" w:hAnsi="Garamond"/>
                <w:color w:val="262626" w:themeColor="text1" w:themeTint="D9"/>
                <w:sz w:val="22"/>
              </w:rPr>
            </w:pPr>
            <w:r>
              <w:rPr>
                <w:rFonts w:ascii="Garamond" w:hAnsi="Garamond"/>
                <w:color w:val="262626" w:themeColor="text1" w:themeTint="D9"/>
                <w:sz w:val="22"/>
              </w:rPr>
              <w:t>522 Widgeon Way</w:t>
            </w:r>
            <w:r w:rsidR="00B6198F" w:rsidRPr="00C41B38">
              <w:rPr>
                <w:rFonts w:ascii="Garamond" w:hAnsi="Garamond"/>
                <w:color w:val="262626" w:themeColor="text1" w:themeTint="D9"/>
                <w:sz w:val="22"/>
              </w:rPr>
              <w:t xml:space="preserve">  |  </w:t>
            </w:r>
            <w:r>
              <w:rPr>
                <w:rFonts w:ascii="Garamond" w:hAnsi="Garamond"/>
                <w:color w:val="262626" w:themeColor="text1" w:themeTint="D9"/>
                <w:sz w:val="22"/>
              </w:rPr>
              <w:t>Jefferson, GA 3054</w:t>
            </w:r>
            <w:r w:rsidR="00922B90" w:rsidRPr="00C41B38">
              <w:rPr>
                <w:rFonts w:ascii="Garamond" w:hAnsi="Garamond"/>
                <w:color w:val="262626" w:themeColor="text1" w:themeTint="D9"/>
                <w:sz w:val="22"/>
              </w:rPr>
              <w:t>9</w:t>
            </w:r>
            <w:r w:rsidR="00B6198F" w:rsidRPr="00C41B38">
              <w:rPr>
                <w:rFonts w:ascii="Garamond" w:hAnsi="Garamond"/>
                <w:color w:val="262626" w:themeColor="text1" w:themeTint="D9"/>
                <w:sz w:val="22"/>
              </w:rPr>
              <w:t xml:space="preserve">  |  </w:t>
            </w:r>
            <w:r w:rsidR="00922B90" w:rsidRPr="00C41B38">
              <w:rPr>
                <w:rFonts w:ascii="Garamond" w:hAnsi="Garamond"/>
                <w:color w:val="262626" w:themeColor="text1" w:themeTint="D9"/>
                <w:sz w:val="22"/>
              </w:rPr>
              <w:t>770-271-4718</w:t>
            </w:r>
            <w:r w:rsidR="00B6198F" w:rsidRPr="00C41B38">
              <w:rPr>
                <w:rFonts w:ascii="Garamond" w:hAnsi="Garamond"/>
                <w:color w:val="262626" w:themeColor="text1" w:themeTint="D9"/>
                <w:sz w:val="22"/>
              </w:rPr>
              <w:t xml:space="preserve">  |  </w:t>
            </w:r>
            <w:r w:rsidR="00922B90" w:rsidRPr="00C41B38">
              <w:rPr>
                <w:rFonts w:ascii="Garamond" w:hAnsi="Garamond"/>
                <w:color w:val="262626" w:themeColor="text1" w:themeTint="D9"/>
                <w:sz w:val="22"/>
              </w:rPr>
              <w:t>mtirish_rbm@yahoo.com</w:t>
            </w:r>
            <w:bookmarkStart w:id="0" w:name="_GoBack"/>
            <w:bookmarkEnd w:id="0"/>
          </w:p>
        </w:tc>
      </w:tr>
      <w:tr w:rsidR="002856C1" w14:paraId="2BC8CE55" w14:textId="77777777" w:rsidTr="00CE135D">
        <w:trPr>
          <w:trHeight w:val="457"/>
        </w:trPr>
        <w:tc>
          <w:tcPr>
            <w:tcW w:w="9450" w:type="dxa"/>
            <w:gridSpan w:val="3"/>
          </w:tcPr>
          <w:p w14:paraId="6833F19C" w14:textId="77777777" w:rsidR="002856C1" w:rsidRPr="00C41B38" w:rsidRDefault="002856C1">
            <w:pPr>
              <w:pStyle w:val="PersonalInformation"/>
              <w:rPr>
                <w:rFonts w:ascii="Garamond" w:hAnsi="Garamond"/>
                <w:sz w:val="20"/>
                <w:szCs w:val="20"/>
              </w:rPr>
            </w:pPr>
          </w:p>
        </w:tc>
      </w:tr>
      <w:tr w:rsidR="002856C1" w14:paraId="0E898DC8" w14:textId="77777777" w:rsidTr="00E62891">
        <w:tc>
          <w:tcPr>
            <w:tcW w:w="9450" w:type="dxa"/>
            <w:gridSpan w:val="3"/>
            <w:vAlign w:val="center"/>
          </w:tcPr>
          <w:p w14:paraId="51A0527E" w14:textId="77777777" w:rsidR="002856C1" w:rsidRPr="00C41B38" w:rsidRDefault="00B6198F">
            <w:pPr>
              <w:pStyle w:val="SectionHeading"/>
              <w:rPr>
                <w:rFonts w:ascii="Garamond" w:hAnsi="Garamond"/>
                <w:i/>
                <w:color w:val="000000" w:themeColor="text1"/>
                <w:sz w:val="22"/>
              </w:rPr>
            </w:pPr>
            <w:r w:rsidRPr="00C41B38">
              <w:rPr>
                <w:rFonts w:ascii="Garamond" w:hAnsi="Garamond"/>
                <w:i/>
                <w:color w:val="000000" w:themeColor="text1"/>
                <w:sz w:val="22"/>
              </w:rPr>
              <w:t>Objective</w:t>
            </w:r>
          </w:p>
        </w:tc>
      </w:tr>
      <w:tr w:rsidR="002856C1" w14:paraId="7C917439" w14:textId="77777777" w:rsidTr="00E62891">
        <w:tc>
          <w:tcPr>
            <w:tcW w:w="9450" w:type="dxa"/>
            <w:gridSpan w:val="3"/>
            <w:tcMar>
              <w:bottom w:w="259" w:type="dxa"/>
            </w:tcMar>
          </w:tcPr>
          <w:p w14:paraId="4E10FB9C" w14:textId="77777777" w:rsidR="002856C1" w:rsidRPr="00C41B38" w:rsidRDefault="00922B90" w:rsidP="00922B90">
            <w:pPr>
              <w:pStyle w:val="Copy"/>
              <w:rPr>
                <w:rFonts w:ascii="Garamond" w:hAnsi="Garamond"/>
                <w:sz w:val="20"/>
                <w:szCs w:val="20"/>
              </w:rPr>
            </w:pPr>
            <w:r w:rsidRPr="00C41B38">
              <w:rPr>
                <w:rFonts w:ascii="Garamond" w:hAnsi="Garamond"/>
                <w:sz w:val="20"/>
                <w:szCs w:val="20"/>
              </w:rPr>
              <w:t>A Project Engineer or Technical Management position with an established progressive company.</w:t>
            </w:r>
          </w:p>
        </w:tc>
      </w:tr>
      <w:tr w:rsidR="002856C1" w14:paraId="5FF8422B" w14:textId="77777777" w:rsidTr="00E62891">
        <w:tc>
          <w:tcPr>
            <w:tcW w:w="9450" w:type="dxa"/>
            <w:gridSpan w:val="3"/>
          </w:tcPr>
          <w:p w14:paraId="7324A5C4" w14:textId="77777777" w:rsidR="002856C1" w:rsidRPr="00C41B38" w:rsidRDefault="00B6198F">
            <w:pPr>
              <w:pStyle w:val="SectionHeading"/>
              <w:rPr>
                <w:rFonts w:ascii="Garamond" w:hAnsi="Garamond"/>
                <w:i/>
                <w:color w:val="000000" w:themeColor="text1"/>
                <w:sz w:val="22"/>
              </w:rPr>
            </w:pPr>
            <w:r w:rsidRPr="00C41B38">
              <w:rPr>
                <w:rFonts w:ascii="Garamond" w:hAnsi="Garamond"/>
                <w:i/>
                <w:color w:val="000000" w:themeColor="text1"/>
                <w:sz w:val="22"/>
              </w:rPr>
              <w:t>Skills Profile</w:t>
            </w:r>
          </w:p>
        </w:tc>
      </w:tr>
      <w:tr w:rsidR="002856C1" w14:paraId="7B5443B2" w14:textId="77777777" w:rsidTr="00E62891">
        <w:tc>
          <w:tcPr>
            <w:tcW w:w="9450" w:type="dxa"/>
            <w:gridSpan w:val="3"/>
            <w:tcMar>
              <w:bottom w:w="259" w:type="dxa"/>
            </w:tcMar>
          </w:tcPr>
          <w:p w14:paraId="520F5019" w14:textId="77777777" w:rsidR="002856C1" w:rsidRPr="00C41B38" w:rsidRDefault="00922B90" w:rsidP="00922B90">
            <w:pPr>
              <w:pStyle w:val="ListParagraph"/>
              <w:rPr>
                <w:rFonts w:ascii="Garamond" w:hAnsi="Garamond"/>
                <w:sz w:val="20"/>
                <w:szCs w:val="20"/>
              </w:rPr>
            </w:pPr>
            <w:r w:rsidRPr="00C41B38">
              <w:rPr>
                <w:rFonts w:ascii="Garamond" w:hAnsi="Garamond"/>
                <w:sz w:val="20"/>
                <w:szCs w:val="20"/>
              </w:rPr>
              <w:t>Dedicated Project Engineer/Manager with 15+ years of experience; developing, coordinating and completing implementation projects.</w:t>
            </w:r>
          </w:p>
          <w:p w14:paraId="3080BF2D" w14:textId="77777777" w:rsidR="00922B90" w:rsidRPr="00C41B38" w:rsidRDefault="00C72757" w:rsidP="00922B90">
            <w:pPr>
              <w:pStyle w:val="ListParagrap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US Army Veteran, instructor/t</w:t>
            </w:r>
            <w:r w:rsidR="00922B90" w:rsidRPr="00C41B38">
              <w:rPr>
                <w:rFonts w:ascii="Garamond" w:hAnsi="Garamond"/>
                <w:sz w:val="20"/>
                <w:szCs w:val="20"/>
              </w:rPr>
              <w:t>rainer certified with a track record of success; flexible &amp; versatile, able to keep a sense of humor under pressure. Thrive in deadline-driven environments.</w:t>
            </w:r>
          </w:p>
          <w:p w14:paraId="5632F0FF" w14:textId="77777777" w:rsidR="00922B90" w:rsidRPr="00C41B38" w:rsidRDefault="00C72757" w:rsidP="00922B90">
            <w:pPr>
              <w:pStyle w:val="ListParagrap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Accomplished team l</w:t>
            </w:r>
            <w:r w:rsidR="00922B90" w:rsidRPr="00C41B38">
              <w:rPr>
                <w:rFonts w:ascii="Garamond" w:hAnsi="Garamond"/>
                <w:sz w:val="20"/>
                <w:szCs w:val="20"/>
              </w:rPr>
              <w:t xml:space="preserve">eader, adept at guiding </w:t>
            </w:r>
            <w:r w:rsidR="00C969C0" w:rsidRPr="00C41B38">
              <w:rPr>
                <w:rFonts w:ascii="Garamond" w:hAnsi="Garamond"/>
                <w:sz w:val="20"/>
                <w:szCs w:val="20"/>
              </w:rPr>
              <w:t>diverse teams to deliver top performance; diplomatic and tactful with clients at all levels. Proven ability to communicate effectively and promote product/services.</w:t>
            </w:r>
          </w:p>
        </w:tc>
      </w:tr>
      <w:tr w:rsidR="002856C1" w14:paraId="616F0809" w14:textId="77777777" w:rsidTr="00E62891">
        <w:tc>
          <w:tcPr>
            <w:tcW w:w="9450" w:type="dxa"/>
            <w:gridSpan w:val="3"/>
            <w:vAlign w:val="center"/>
          </w:tcPr>
          <w:p w14:paraId="6AB5F46E" w14:textId="77777777" w:rsidR="002856C1" w:rsidRPr="00C41B38" w:rsidRDefault="00B6198F">
            <w:pPr>
              <w:pStyle w:val="SectionHeading"/>
              <w:rPr>
                <w:rFonts w:ascii="Garamond" w:hAnsi="Garamond"/>
                <w:i/>
                <w:color w:val="000000" w:themeColor="text1"/>
                <w:sz w:val="22"/>
              </w:rPr>
            </w:pPr>
            <w:r w:rsidRPr="00C41B38">
              <w:rPr>
                <w:rFonts w:ascii="Garamond" w:hAnsi="Garamond"/>
                <w:i/>
                <w:color w:val="000000" w:themeColor="text1"/>
                <w:sz w:val="22"/>
              </w:rPr>
              <w:t>Employment History</w:t>
            </w:r>
          </w:p>
        </w:tc>
      </w:tr>
      <w:tr w:rsidR="002856C1" w14:paraId="631ACB34" w14:textId="77777777" w:rsidTr="00E62891">
        <w:tc>
          <w:tcPr>
            <w:tcW w:w="6259" w:type="dxa"/>
            <w:gridSpan w:val="2"/>
          </w:tcPr>
          <w:p w14:paraId="7B942692" w14:textId="77777777" w:rsidR="002856C1" w:rsidRPr="00C41B38" w:rsidRDefault="00C969C0" w:rsidP="00C969C0">
            <w:pPr>
              <w:pStyle w:val="Bold"/>
              <w:rPr>
                <w:rFonts w:ascii="Garamond" w:hAnsi="Garamond"/>
                <w:sz w:val="20"/>
                <w:szCs w:val="20"/>
              </w:rPr>
            </w:pPr>
            <w:r w:rsidRPr="00C41B38">
              <w:rPr>
                <w:rFonts w:ascii="Garamond" w:hAnsi="Garamond"/>
                <w:sz w:val="20"/>
                <w:szCs w:val="20"/>
              </w:rPr>
              <w:t>Field Engineer, Elekta Oncology</w:t>
            </w:r>
          </w:p>
        </w:tc>
        <w:tc>
          <w:tcPr>
            <w:tcW w:w="3191" w:type="dxa"/>
          </w:tcPr>
          <w:p w14:paraId="7D989F0E" w14:textId="77777777" w:rsidR="002856C1" w:rsidRPr="00C41B38" w:rsidRDefault="00E83240" w:rsidP="00C969C0">
            <w:pPr>
              <w:pStyle w:val="Dates"/>
              <w:rPr>
                <w:rFonts w:ascii="Garamond" w:hAnsi="Garamond"/>
                <w:sz w:val="20"/>
                <w:szCs w:val="20"/>
              </w:rPr>
            </w:pPr>
            <w:sdt>
              <w:sdtPr>
                <w:rPr>
                  <w:rFonts w:ascii="Garamond" w:hAnsi="Garamond"/>
                  <w:sz w:val="20"/>
                  <w:szCs w:val="20"/>
                </w:rPr>
                <w:id w:val="270558851"/>
                <w:placeholder>
                  <w:docPart w:val="4D42742E411043CDAFF83BBBD959A045"/>
                </w:placeholder>
                <w:date w:fullDate="2007-05-01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C969C0" w:rsidRPr="00C41B38">
                  <w:rPr>
                    <w:rFonts w:ascii="Garamond" w:hAnsi="Garamond"/>
                    <w:sz w:val="20"/>
                    <w:szCs w:val="20"/>
                  </w:rPr>
                  <w:t>5/1/2007</w:t>
                </w:r>
              </w:sdtContent>
            </w:sdt>
            <w:r w:rsidR="00B6198F" w:rsidRPr="00C41B38">
              <w:rPr>
                <w:rFonts w:ascii="Garamond" w:hAnsi="Garamond"/>
                <w:sz w:val="20"/>
                <w:szCs w:val="20"/>
              </w:rPr>
              <w:t xml:space="preserve"> — </w:t>
            </w:r>
            <w:sdt>
              <w:sdtPr>
                <w:rPr>
                  <w:rFonts w:ascii="Garamond" w:hAnsi="Garamond"/>
                  <w:sz w:val="20"/>
                  <w:szCs w:val="20"/>
                </w:rPr>
                <w:id w:val="270558854"/>
                <w:placeholder>
                  <w:docPart w:val="78E19C741A9242ECA084C93B992A96F8"/>
                </w:placeholder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C969C0" w:rsidRPr="00C41B38">
                  <w:rPr>
                    <w:rFonts w:ascii="Garamond" w:hAnsi="Garamond"/>
                    <w:sz w:val="20"/>
                    <w:szCs w:val="20"/>
                  </w:rPr>
                  <w:t>Present</w:t>
                </w:r>
              </w:sdtContent>
            </w:sdt>
          </w:p>
        </w:tc>
      </w:tr>
      <w:tr w:rsidR="002856C1" w14:paraId="12306D30" w14:textId="77777777" w:rsidTr="00E62891">
        <w:tc>
          <w:tcPr>
            <w:tcW w:w="9450" w:type="dxa"/>
            <w:gridSpan w:val="3"/>
            <w:tcMar>
              <w:bottom w:w="115" w:type="dxa"/>
            </w:tcMar>
          </w:tcPr>
          <w:sdt>
            <w:sdtPr>
              <w:rPr>
                <w:rFonts w:ascii="Garamond" w:hAnsi="Garamond"/>
                <w:sz w:val="20"/>
                <w:szCs w:val="20"/>
              </w:rPr>
              <w:id w:val="737166375"/>
              <w:placeholder>
                <w:docPart w:val="80683952CCDB4091AAB7F64D4ACFF941"/>
              </w:placeholder>
            </w:sdtPr>
            <w:sdtEndPr/>
            <w:sdtContent>
              <w:p w14:paraId="15F2721E" w14:textId="77777777" w:rsidR="002856C1" w:rsidRPr="00C41B38" w:rsidRDefault="000235EA">
                <w:pPr>
                  <w:pStyle w:val="Italics"/>
                  <w:rPr>
                    <w:rFonts w:ascii="Garamond" w:hAnsi="Garamond"/>
                    <w:sz w:val="20"/>
                    <w:szCs w:val="20"/>
                  </w:rPr>
                </w:pPr>
                <w:r>
                  <w:rPr>
                    <w:rFonts w:ascii="Garamond" w:hAnsi="Garamond"/>
                    <w:sz w:val="20"/>
                    <w:szCs w:val="20"/>
                  </w:rPr>
                  <w:t>Atlanta</w:t>
                </w:r>
                <w:r w:rsidR="00C969C0" w:rsidRPr="00C41B38">
                  <w:rPr>
                    <w:rFonts w:ascii="Garamond" w:hAnsi="Garamond"/>
                    <w:sz w:val="20"/>
                    <w:szCs w:val="20"/>
                  </w:rPr>
                  <w:t>, GA</w:t>
                </w:r>
              </w:p>
            </w:sdtContent>
          </w:sdt>
          <w:p w14:paraId="1110B5C7" w14:textId="77777777" w:rsidR="00F47C24" w:rsidRPr="00C41B38" w:rsidRDefault="00C969C0" w:rsidP="00F47C24">
            <w:pPr>
              <w:pStyle w:val="ListParagraph"/>
              <w:rPr>
                <w:rFonts w:ascii="Garamond" w:hAnsi="Garamond"/>
                <w:sz w:val="20"/>
                <w:szCs w:val="20"/>
              </w:rPr>
            </w:pPr>
            <w:r w:rsidRPr="00C41B38">
              <w:rPr>
                <w:rFonts w:ascii="Garamond" w:hAnsi="Garamond"/>
                <w:sz w:val="20"/>
                <w:szCs w:val="20"/>
              </w:rPr>
              <w:t xml:space="preserve">Perform complex technically demanding installations of medical linear accelerators used in Radiation Oncology facilities. </w:t>
            </w:r>
            <w:r w:rsidR="00F47C24" w:rsidRPr="00C41B38">
              <w:rPr>
                <w:rFonts w:ascii="Garamond" w:hAnsi="Garamond"/>
                <w:sz w:val="20"/>
                <w:szCs w:val="20"/>
              </w:rPr>
              <w:t>Communicate and coordinate pre-installation activities to customers/contractors ensuring site readiness prior to delivery of equipmen</w:t>
            </w:r>
            <w:r w:rsidR="00FB08C9" w:rsidRPr="00C41B38">
              <w:rPr>
                <w:rFonts w:ascii="Garamond" w:hAnsi="Garamond"/>
                <w:sz w:val="20"/>
                <w:szCs w:val="20"/>
              </w:rPr>
              <w:t>t.</w:t>
            </w:r>
          </w:p>
          <w:p w14:paraId="491A54B5" w14:textId="77777777" w:rsidR="00FB08C9" w:rsidRPr="00C41B38" w:rsidRDefault="00C72757" w:rsidP="00C72757">
            <w:pPr>
              <w:pStyle w:val="ListParagrap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Troubleshoot RF, modulators, power supplies, KV/</w:t>
            </w:r>
            <w:r w:rsidR="00FB08C9" w:rsidRPr="00C41B38">
              <w:rPr>
                <w:rFonts w:ascii="Garamond" w:hAnsi="Garamond"/>
                <w:sz w:val="20"/>
                <w:szCs w:val="20"/>
              </w:rPr>
              <w:t>MV imaging systems, Cone Beam Computerized Tomography</w:t>
            </w:r>
            <w:r>
              <w:rPr>
                <w:rFonts w:ascii="Garamond" w:hAnsi="Garamond"/>
                <w:sz w:val="20"/>
                <w:szCs w:val="20"/>
              </w:rPr>
              <w:t xml:space="preserve"> (CBCT), control system pc’s. Perform r</w:t>
            </w:r>
            <w:r w:rsidR="00FB08C9" w:rsidRPr="00C41B38">
              <w:rPr>
                <w:rFonts w:ascii="Garamond" w:hAnsi="Garamond"/>
                <w:sz w:val="20"/>
                <w:szCs w:val="20"/>
              </w:rPr>
              <w:t>emote support utilizing sophisticated software.</w:t>
            </w:r>
          </w:p>
        </w:tc>
      </w:tr>
      <w:tr w:rsidR="002856C1" w14:paraId="653DD329" w14:textId="77777777" w:rsidTr="00E62891">
        <w:tc>
          <w:tcPr>
            <w:tcW w:w="6259" w:type="dxa"/>
            <w:gridSpan w:val="2"/>
          </w:tcPr>
          <w:p w14:paraId="66D97E36" w14:textId="77777777" w:rsidR="002856C1" w:rsidRPr="00C41B38" w:rsidRDefault="00F47C24" w:rsidP="00F47C24">
            <w:pPr>
              <w:pStyle w:val="Bold"/>
              <w:rPr>
                <w:rFonts w:ascii="Garamond" w:hAnsi="Garamond"/>
                <w:sz w:val="20"/>
                <w:szCs w:val="20"/>
              </w:rPr>
            </w:pPr>
            <w:r w:rsidRPr="00C41B38">
              <w:rPr>
                <w:rFonts w:ascii="Garamond" w:hAnsi="Garamond"/>
                <w:sz w:val="20"/>
                <w:szCs w:val="20"/>
              </w:rPr>
              <w:t>Maintenance Manager, Amerimax Home Products</w:t>
            </w:r>
          </w:p>
        </w:tc>
        <w:tc>
          <w:tcPr>
            <w:tcW w:w="3191" w:type="dxa"/>
          </w:tcPr>
          <w:p w14:paraId="40CBCB2A" w14:textId="77777777" w:rsidR="002856C1" w:rsidRPr="00C41B38" w:rsidRDefault="00E83240" w:rsidP="00F47C24">
            <w:pPr>
              <w:pStyle w:val="Dates"/>
              <w:rPr>
                <w:rFonts w:ascii="Garamond" w:hAnsi="Garamond"/>
                <w:sz w:val="20"/>
                <w:szCs w:val="20"/>
              </w:rPr>
            </w:pPr>
            <w:sdt>
              <w:sdtPr>
                <w:rPr>
                  <w:rFonts w:ascii="Garamond" w:hAnsi="Garamond"/>
                  <w:sz w:val="20"/>
                  <w:szCs w:val="20"/>
                </w:rPr>
                <w:id w:val="270558858"/>
                <w:placeholder>
                  <w:docPart w:val="82F77513C8A94887B2B24B00EE7D26E3"/>
                </w:placeholder>
                <w:date w:fullDate="2006-02-01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F47C24" w:rsidRPr="00C41B38">
                  <w:rPr>
                    <w:rFonts w:ascii="Garamond" w:hAnsi="Garamond"/>
                    <w:sz w:val="20"/>
                    <w:szCs w:val="20"/>
                  </w:rPr>
                  <w:t>2/1/2006</w:t>
                </w:r>
              </w:sdtContent>
            </w:sdt>
            <w:r w:rsidR="00B6198F" w:rsidRPr="00C41B38">
              <w:rPr>
                <w:rFonts w:ascii="Garamond" w:hAnsi="Garamond"/>
                <w:sz w:val="20"/>
                <w:szCs w:val="20"/>
              </w:rPr>
              <w:t xml:space="preserve"> — </w:t>
            </w:r>
            <w:sdt>
              <w:sdtPr>
                <w:rPr>
                  <w:rFonts w:ascii="Garamond" w:hAnsi="Garamond"/>
                  <w:sz w:val="20"/>
                  <w:szCs w:val="20"/>
                </w:rPr>
                <w:id w:val="270558861"/>
                <w:placeholder>
                  <w:docPart w:val="C9B2CD3F065D4777BCC8A9A0FF5BBA3F"/>
                </w:placeholder>
                <w:date w:fullDate="2007-04-01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F47C24" w:rsidRPr="00C41B38">
                  <w:rPr>
                    <w:rFonts w:ascii="Garamond" w:hAnsi="Garamond"/>
                    <w:sz w:val="20"/>
                    <w:szCs w:val="20"/>
                  </w:rPr>
                  <w:t>4/1/2007</w:t>
                </w:r>
              </w:sdtContent>
            </w:sdt>
          </w:p>
        </w:tc>
      </w:tr>
      <w:tr w:rsidR="002856C1" w14:paraId="3C4374B7" w14:textId="77777777" w:rsidTr="00E62891">
        <w:tc>
          <w:tcPr>
            <w:tcW w:w="9450" w:type="dxa"/>
            <w:gridSpan w:val="3"/>
            <w:tcMar>
              <w:bottom w:w="115" w:type="dxa"/>
            </w:tcMar>
          </w:tcPr>
          <w:p w14:paraId="0FDAC1FC" w14:textId="77777777" w:rsidR="002856C1" w:rsidRPr="00C41B38" w:rsidRDefault="00F47C24">
            <w:pPr>
              <w:pStyle w:val="Italics"/>
              <w:rPr>
                <w:rFonts w:ascii="Garamond" w:hAnsi="Garamond"/>
                <w:sz w:val="20"/>
                <w:szCs w:val="20"/>
              </w:rPr>
            </w:pPr>
            <w:r w:rsidRPr="00C41B38">
              <w:rPr>
                <w:rFonts w:ascii="Garamond" w:hAnsi="Garamond"/>
                <w:sz w:val="20"/>
                <w:szCs w:val="20"/>
              </w:rPr>
              <w:t>Duluth, GA</w:t>
            </w:r>
          </w:p>
          <w:p w14:paraId="56509E36" w14:textId="77777777" w:rsidR="002856C1" w:rsidRPr="00C41B38" w:rsidRDefault="00963990" w:rsidP="00963990">
            <w:pPr>
              <w:pStyle w:val="ListParagraph"/>
              <w:rPr>
                <w:rFonts w:ascii="Garamond" w:hAnsi="Garamond"/>
                <w:sz w:val="20"/>
                <w:szCs w:val="20"/>
              </w:rPr>
            </w:pPr>
            <w:r w:rsidRPr="00C41B38">
              <w:rPr>
                <w:rFonts w:ascii="Garamond" w:hAnsi="Garamond"/>
                <w:sz w:val="20"/>
                <w:szCs w:val="20"/>
              </w:rPr>
              <w:t>Coordinated all maintenance activities for manufacturing/production plant with; plastic extrusion, metal expansion, and packaging equipment.</w:t>
            </w:r>
          </w:p>
          <w:p w14:paraId="6DD26A43" w14:textId="77777777" w:rsidR="00963990" w:rsidRPr="00C41B38" w:rsidRDefault="00963990" w:rsidP="00963990">
            <w:pPr>
              <w:pStyle w:val="ListParagraph"/>
              <w:rPr>
                <w:rFonts w:ascii="Garamond" w:hAnsi="Garamond"/>
                <w:sz w:val="20"/>
                <w:szCs w:val="20"/>
              </w:rPr>
            </w:pPr>
            <w:r w:rsidRPr="00C41B38">
              <w:rPr>
                <w:rFonts w:ascii="Garamond" w:hAnsi="Garamond"/>
                <w:sz w:val="20"/>
                <w:szCs w:val="20"/>
              </w:rPr>
              <w:t>Upgraded extrusion and expansion lines; servomotors, controls, HMI’s, saving $200K</w:t>
            </w:r>
            <w:r w:rsidR="004A238B" w:rsidRPr="00C41B38">
              <w:rPr>
                <w:rFonts w:ascii="Garamond" w:hAnsi="Garamond"/>
                <w:sz w:val="20"/>
                <w:szCs w:val="20"/>
              </w:rPr>
              <w:t>+ on</w:t>
            </w:r>
            <w:r w:rsidRPr="00C41B38">
              <w:rPr>
                <w:rFonts w:ascii="Garamond" w:hAnsi="Garamond"/>
                <w:sz w:val="20"/>
                <w:szCs w:val="20"/>
              </w:rPr>
              <w:t xml:space="preserve"> downtime.</w:t>
            </w:r>
          </w:p>
        </w:tc>
      </w:tr>
      <w:tr w:rsidR="002856C1" w14:paraId="79575BBA" w14:textId="77777777" w:rsidTr="00E62891">
        <w:tc>
          <w:tcPr>
            <w:tcW w:w="6259" w:type="dxa"/>
            <w:gridSpan w:val="2"/>
          </w:tcPr>
          <w:p w14:paraId="02E16B5F" w14:textId="77777777" w:rsidR="002856C1" w:rsidRPr="00C41B38" w:rsidRDefault="00963990" w:rsidP="00963990">
            <w:pPr>
              <w:pStyle w:val="Bold"/>
              <w:rPr>
                <w:rFonts w:ascii="Garamond" w:hAnsi="Garamond"/>
                <w:sz w:val="20"/>
                <w:szCs w:val="20"/>
              </w:rPr>
            </w:pPr>
            <w:r w:rsidRPr="00C41B38">
              <w:rPr>
                <w:rFonts w:ascii="Garamond" w:hAnsi="Garamond"/>
                <w:sz w:val="20"/>
                <w:szCs w:val="20"/>
              </w:rPr>
              <w:t>After Sales/Service Manager, AetnaGroup USA</w:t>
            </w:r>
          </w:p>
        </w:tc>
        <w:tc>
          <w:tcPr>
            <w:tcW w:w="3191" w:type="dxa"/>
          </w:tcPr>
          <w:p w14:paraId="1CE0DBA7" w14:textId="77777777" w:rsidR="002856C1" w:rsidRPr="00C41B38" w:rsidRDefault="00E83240" w:rsidP="00963990">
            <w:pPr>
              <w:pStyle w:val="Dates"/>
              <w:rPr>
                <w:rFonts w:ascii="Garamond" w:hAnsi="Garamond"/>
                <w:sz w:val="20"/>
                <w:szCs w:val="20"/>
              </w:rPr>
            </w:pPr>
            <w:sdt>
              <w:sdtPr>
                <w:rPr>
                  <w:rFonts w:ascii="Garamond" w:hAnsi="Garamond"/>
                  <w:sz w:val="20"/>
                  <w:szCs w:val="20"/>
                </w:rPr>
                <w:id w:val="270558866"/>
                <w:placeholder>
                  <w:docPart w:val="B1B4BB1533574295B987790ADBAC134E"/>
                </w:placeholder>
                <w:date w:fullDate="2003-02-01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963990" w:rsidRPr="00C41B38">
                  <w:rPr>
                    <w:rFonts w:ascii="Garamond" w:hAnsi="Garamond"/>
                    <w:sz w:val="20"/>
                    <w:szCs w:val="20"/>
                  </w:rPr>
                  <w:t>2/1/2003</w:t>
                </w:r>
              </w:sdtContent>
            </w:sdt>
            <w:r w:rsidR="00B6198F" w:rsidRPr="00C41B38">
              <w:rPr>
                <w:rFonts w:ascii="Garamond" w:hAnsi="Garamond"/>
                <w:sz w:val="20"/>
                <w:szCs w:val="20"/>
              </w:rPr>
              <w:t xml:space="preserve"> — </w:t>
            </w:r>
            <w:sdt>
              <w:sdtPr>
                <w:rPr>
                  <w:rFonts w:ascii="Garamond" w:hAnsi="Garamond"/>
                  <w:sz w:val="20"/>
                  <w:szCs w:val="20"/>
                </w:rPr>
                <w:id w:val="270558869"/>
                <w:placeholder>
                  <w:docPart w:val="DBDE165B9BBE43FFA91F21ACAFC138D4"/>
                </w:placeholder>
                <w:date w:fullDate="2006-01-01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963990" w:rsidRPr="00C41B38">
                  <w:rPr>
                    <w:rFonts w:ascii="Garamond" w:hAnsi="Garamond"/>
                    <w:sz w:val="20"/>
                    <w:szCs w:val="20"/>
                  </w:rPr>
                  <w:t>1/1/2006</w:t>
                </w:r>
              </w:sdtContent>
            </w:sdt>
          </w:p>
        </w:tc>
      </w:tr>
      <w:tr w:rsidR="002856C1" w14:paraId="4CC0248E" w14:textId="77777777" w:rsidTr="00E62891">
        <w:tc>
          <w:tcPr>
            <w:tcW w:w="9450" w:type="dxa"/>
            <w:gridSpan w:val="3"/>
            <w:tcMar>
              <w:bottom w:w="115" w:type="dxa"/>
            </w:tcMar>
          </w:tcPr>
          <w:p w14:paraId="2766D90C" w14:textId="77777777" w:rsidR="002856C1" w:rsidRPr="00C41B38" w:rsidRDefault="00812C4F">
            <w:pPr>
              <w:pStyle w:val="Italics"/>
              <w:rPr>
                <w:rFonts w:ascii="Garamond" w:hAnsi="Garamond"/>
                <w:sz w:val="20"/>
                <w:szCs w:val="20"/>
              </w:rPr>
            </w:pPr>
            <w:r w:rsidRPr="00C41B38">
              <w:rPr>
                <w:rFonts w:ascii="Garamond" w:hAnsi="Garamond"/>
                <w:sz w:val="20"/>
                <w:szCs w:val="20"/>
              </w:rPr>
              <w:t>Duluth, GA</w:t>
            </w:r>
          </w:p>
          <w:p w14:paraId="2FA1592F" w14:textId="77777777" w:rsidR="002856C1" w:rsidRPr="00C41B38" w:rsidRDefault="00812C4F" w:rsidP="00812C4F">
            <w:pPr>
              <w:pStyle w:val="ListParagraph"/>
              <w:rPr>
                <w:rFonts w:ascii="Garamond" w:hAnsi="Garamond"/>
                <w:sz w:val="20"/>
                <w:szCs w:val="20"/>
              </w:rPr>
            </w:pPr>
            <w:r w:rsidRPr="00C41B38">
              <w:rPr>
                <w:rFonts w:ascii="Garamond" w:hAnsi="Garamond"/>
                <w:sz w:val="20"/>
                <w:szCs w:val="20"/>
              </w:rPr>
              <w:t>Managed the After Sales/Service department, recruited and trained staff Field Service Engineers. Directed service for three product lines and 30+ models of high speed packaging equipment.</w:t>
            </w:r>
          </w:p>
          <w:p w14:paraId="5BE71FE9" w14:textId="77777777" w:rsidR="00812C4F" w:rsidRPr="00C41B38" w:rsidRDefault="00812C4F" w:rsidP="00812C4F">
            <w:pPr>
              <w:pStyle w:val="ListParagraph"/>
              <w:rPr>
                <w:rFonts w:ascii="Garamond" w:hAnsi="Garamond"/>
                <w:sz w:val="20"/>
                <w:szCs w:val="20"/>
              </w:rPr>
            </w:pPr>
            <w:r w:rsidRPr="00C41B38">
              <w:rPr>
                <w:rFonts w:ascii="Garamond" w:hAnsi="Garamond"/>
                <w:sz w:val="20"/>
                <w:szCs w:val="20"/>
              </w:rPr>
              <w:t xml:space="preserve">Primary contact for telephonic support, reduced call rate by 40% by establishing equipment training courses. </w:t>
            </w:r>
          </w:p>
        </w:tc>
      </w:tr>
      <w:tr w:rsidR="002856C1" w14:paraId="56A3CFB2" w14:textId="77777777" w:rsidTr="00E62891">
        <w:tc>
          <w:tcPr>
            <w:tcW w:w="6259" w:type="dxa"/>
            <w:gridSpan w:val="2"/>
          </w:tcPr>
          <w:p w14:paraId="02473F8B" w14:textId="77777777" w:rsidR="002856C1" w:rsidRPr="00C41B38" w:rsidRDefault="00812C4F" w:rsidP="00812C4F">
            <w:pPr>
              <w:pStyle w:val="Bold"/>
              <w:rPr>
                <w:rFonts w:ascii="Garamond" w:hAnsi="Garamond"/>
                <w:sz w:val="20"/>
                <w:szCs w:val="20"/>
              </w:rPr>
            </w:pPr>
            <w:r w:rsidRPr="00C41B38">
              <w:rPr>
                <w:rFonts w:ascii="Garamond" w:hAnsi="Garamond"/>
                <w:sz w:val="20"/>
                <w:szCs w:val="20"/>
              </w:rPr>
              <w:t>Field Engineer, Giben America</w:t>
            </w:r>
          </w:p>
        </w:tc>
        <w:tc>
          <w:tcPr>
            <w:tcW w:w="3191" w:type="dxa"/>
          </w:tcPr>
          <w:p w14:paraId="025D76D1" w14:textId="77777777" w:rsidR="002856C1" w:rsidRPr="00C41B38" w:rsidRDefault="00E83240" w:rsidP="00812C4F">
            <w:pPr>
              <w:pStyle w:val="Dates"/>
              <w:rPr>
                <w:rFonts w:ascii="Garamond" w:hAnsi="Garamond"/>
                <w:sz w:val="20"/>
                <w:szCs w:val="20"/>
              </w:rPr>
            </w:pPr>
            <w:sdt>
              <w:sdtPr>
                <w:rPr>
                  <w:rFonts w:ascii="Garamond" w:hAnsi="Garamond"/>
                  <w:sz w:val="20"/>
                  <w:szCs w:val="20"/>
                </w:rPr>
                <w:id w:val="270558874"/>
                <w:placeholder>
                  <w:docPart w:val="C2AD29CEE0C343DDB1CA954A4D1D70B5"/>
                </w:placeholder>
                <w:date w:fullDate="2001-01-01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812C4F" w:rsidRPr="00C41B38">
                  <w:rPr>
                    <w:rFonts w:ascii="Garamond" w:hAnsi="Garamond"/>
                    <w:sz w:val="20"/>
                    <w:szCs w:val="20"/>
                  </w:rPr>
                  <w:t>1/1/2001</w:t>
                </w:r>
              </w:sdtContent>
            </w:sdt>
            <w:r w:rsidR="00B6198F" w:rsidRPr="00C41B38">
              <w:rPr>
                <w:rFonts w:ascii="Garamond" w:hAnsi="Garamond"/>
                <w:sz w:val="20"/>
                <w:szCs w:val="20"/>
              </w:rPr>
              <w:t xml:space="preserve"> — </w:t>
            </w:r>
            <w:sdt>
              <w:sdtPr>
                <w:rPr>
                  <w:rFonts w:ascii="Garamond" w:hAnsi="Garamond"/>
                  <w:sz w:val="20"/>
                  <w:szCs w:val="20"/>
                </w:rPr>
                <w:id w:val="270558878"/>
                <w:placeholder>
                  <w:docPart w:val="1BAB6FCCDD764D8CA3AB973578C6DDDC"/>
                </w:placeholder>
                <w:date w:fullDate="2003-01-01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812C4F" w:rsidRPr="00C41B38">
                  <w:rPr>
                    <w:rFonts w:ascii="Garamond" w:hAnsi="Garamond"/>
                    <w:sz w:val="20"/>
                    <w:szCs w:val="20"/>
                  </w:rPr>
                  <w:t>1/1/2003</w:t>
                </w:r>
              </w:sdtContent>
            </w:sdt>
          </w:p>
        </w:tc>
      </w:tr>
      <w:tr w:rsidR="002856C1" w14:paraId="6250FA1B" w14:textId="77777777" w:rsidTr="005F6AA7">
        <w:trPr>
          <w:trHeight w:val="37"/>
        </w:trPr>
        <w:tc>
          <w:tcPr>
            <w:tcW w:w="9450" w:type="dxa"/>
            <w:gridSpan w:val="3"/>
            <w:tcMar>
              <w:bottom w:w="259" w:type="dxa"/>
            </w:tcMar>
          </w:tcPr>
          <w:sdt>
            <w:sdtPr>
              <w:rPr>
                <w:rFonts w:ascii="Garamond" w:hAnsi="Garamond"/>
                <w:sz w:val="20"/>
                <w:szCs w:val="20"/>
              </w:rPr>
              <w:id w:val="737166380"/>
              <w:placeholder>
                <w:docPart w:val="670D946CCA224E91B15FA9A4DBE1D86E"/>
              </w:placeholder>
            </w:sdtPr>
            <w:sdtEndPr/>
            <w:sdtContent>
              <w:p w14:paraId="6563D119" w14:textId="77777777" w:rsidR="002856C1" w:rsidRPr="00C41B38" w:rsidRDefault="00812C4F">
                <w:pPr>
                  <w:pStyle w:val="Italics"/>
                  <w:rPr>
                    <w:rFonts w:ascii="Garamond" w:hAnsi="Garamond"/>
                    <w:sz w:val="20"/>
                    <w:szCs w:val="20"/>
                  </w:rPr>
                </w:pPr>
                <w:r w:rsidRPr="00C41B38">
                  <w:rPr>
                    <w:rFonts w:ascii="Garamond" w:hAnsi="Garamond"/>
                    <w:sz w:val="20"/>
                    <w:szCs w:val="20"/>
                  </w:rPr>
                  <w:t>Norcross, GA</w:t>
                </w:r>
              </w:p>
            </w:sdtContent>
          </w:sdt>
          <w:p w14:paraId="4159A4CB" w14:textId="77777777" w:rsidR="002856C1" w:rsidRPr="00C41B38" w:rsidRDefault="00812C4F" w:rsidP="00812C4F">
            <w:pPr>
              <w:pStyle w:val="ListParagraph"/>
              <w:rPr>
                <w:rFonts w:ascii="Garamond" w:hAnsi="Garamond"/>
                <w:sz w:val="20"/>
                <w:szCs w:val="20"/>
              </w:rPr>
            </w:pPr>
            <w:r w:rsidRPr="00C41B38">
              <w:rPr>
                <w:rFonts w:ascii="Garamond" w:hAnsi="Garamond"/>
                <w:sz w:val="20"/>
                <w:szCs w:val="20"/>
              </w:rPr>
              <w:t xml:space="preserve">Installed and serviced automatic panel sizing systems throughout North America. </w:t>
            </w:r>
            <w:r w:rsidR="004A238B" w:rsidRPr="00C41B38">
              <w:rPr>
                <w:rFonts w:ascii="Garamond" w:hAnsi="Garamond"/>
                <w:sz w:val="20"/>
                <w:szCs w:val="20"/>
              </w:rPr>
              <w:t>Supported new business development efforts through presentations and attendance at trade shows/conventions.</w:t>
            </w:r>
          </w:p>
          <w:p w14:paraId="2713CB20" w14:textId="77777777" w:rsidR="005372F3" w:rsidRPr="00C41B38" w:rsidRDefault="004A238B" w:rsidP="00BB3743">
            <w:pPr>
              <w:pStyle w:val="ListParagraph"/>
              <w:rPr>
                <w:rFonts w:ascii="Garamond" w:hAnsi="Garamond"/>
                <w:sz w:val="20"/>
                <w:szCs w:val="20"/>
              </w:rPr>
            </w:pPr>
            <w:r w:rsidRPr="00C41B38">
              <w:rPr>
                <w:rFonts w:ascii="Garamond" w:hAnsi="Garamond"/>
                <w:sz w:val="20"/>
                <w:szCs w:val="20"/>
              </w:rPr>
              <w:t>Utilized knowledge of axis/motion controls, CNC, PLC’s</w:t>
            </w:r>
            <w:r w:rsidR="00BB3743" w:rsidRPr="00C41B38">
              <w:rPr>
                <w:rFonts w:ascii="Garamond" w:hAnsi="Garamond"/>
                <w:sz w:val="20"/>
                <w:szCs w:val="20"/>
              </w:rPr>
              <w:t>, and</w:t>
            </w:r>
            <w:r w:rsidRPr="00C41B38">
              <w:rPr>
                <w:rFonts w:ascii="Garamond" w:hAnsi="Garamond"/>
                <w:sz w:val="20"/>
                <w:szCs w:val="20"/>
              </w:rPr>
              <w:t xml:space="preserve"> pneumatics to </w:t>
            </w:r>
            <w:r w:rsidR="00BB3743" w:rsidRPr="00C41B38">
              <w:rPr>
                <w:rFonts w:ascii="Garamond" w:hAnsi="Garamond"/>
                <w:sz w:val="20"/>
                <w:szCs w:val="20"/>
              </w:rPr>
              <w:t>isolate faults and provide corrective actions.</w:t>
            </w:r>
          </w:p>
          <w:p w14:paraId="3D645A20" w14:textId="77777777" w:rsidR="00CE135D" w:rsidRDefault="00CE135D" w:rsidP="00CE135D">
            <w:pPr>
              <w:ind w:left="144"/>
              <w:rPr>
                <w:rFonts w:ascii="Garamond" w:hAnsi="Garamond"/>
                <w:sz w:val="20"/>
                <w:szCs w:val="20"/>
              </w:rPr>
            </w:pPr>
          </w:p>
          <w:p w14:paraId="4DE24CC0" w14:textId="77777777" w:rsidR="00C41B38" w:rsidRPr="00C41B38" w:rsidRDefault="00C41B38" w:rsidP="00CE135D">
            <w:pPr>
              <w:ind w:left="144"/>
              <w:rPr>
                <w:rFonts w:ascii="Garamond" w:hAnsi="Garamond"/>
                <w:sz w:val="20"/>
                <w:szCs w:val="20"/>
              </w:rPr>
            </w:pPr>
          </w:p>
          <w:tbl>
            <w:tblPr>
              <w:tblStyle w:val="TableGrid"/>
              <w:tblW w:w="888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29" w:type="dxa"/>
                <w:left w:w="115" w:type="dxa"/>
                <w:bottom w:w="29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6033"/>
              <w:gridCol w:w="2852"/>
            </w:tblGrid>
            <w:tr w:rsidR="00CE135D" w:rsidRPr="00C41B38" w14:paraId="03621C15" w14:textId="77777777" w:rsidTr="005372F3">
              <w:tc>
                <w:tcPr>
                  <w:tcW w:w="6033" w:type="dxa"/>
                </w:tcPr>
                <w:p w14:paraId="7DA73464" w14:textId="77777777" w:rsidR="00CE135D" w:rsidRPr="00C41B38" w:rsidRDefault="00CE135D" w:rsidP="00706BD7">
                  <w:pPr>
                    <w:pStyle w:val="Bold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C41B38">
                    <w:rPr>
                      <w:rFonts w:ascii="Garamond" w:hAnsi="Garamond"/>
                      <w:sz w:val="20"/>
                      <w:szCs w:val="20"/>
                    </w:rPr>
                    <w:lastRenderedPageBreak/>
                    <w:t>Project Engineer, Lockheed Martin</w:t>
                  </w:r>
                </w:p>
              </w:tc>
              <w:tc>
                <w:tcPr>
                  <w:tcW w:w="2852" w:type="dxa"/>
                </w:tcPr>
                <w:p w14:paraId="1291EDF2" w14:textId="77777777" w:rsidR="00CE135D" w:rsidRPr="00C41B38" w:rsidRDefault="00E83240" w:rsidP="00706BD7">
                  <w:pPr>
                    <w:pStyle w:val="Dates"/>
                    <w:rPr>
                      <w:rFonts w:ascii="Garamond" w:hAnsi="Garamond"/>
                      <w:sz w:val="20"/>
                      <w:szCs w:val="20"/>
                    </w:rPr>
                  </w:pPr>
                  <w:sdt>
                    <w:sdtPr>
                      <w:rPr>
                        <w:rFonts w:ascii="Garamond" w:hAnsi="Garamond"/>
                        <w:sz w:val="20"/>
                        <w:szCs w:val="20"/>
                      </w:rPr>
                      <w:id w:val="3738236"/>
                      <w:placeholder>
                        <w:docPart w:val="7E3AE4465D89418989C8CC4A3A7D6395"/>
                      </w:placeholder>
                      <w:date w:fullDate="1996-12-01T00:00:00Z">
                        <w:dateFormat w:val="M/d/yyyy"/>
                        <w:lid w:val="en-US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CE135D" w:rsidRPr="00C41B38">
                        <w:rPr>
                          <w:rFonts w:ascii="Garamond" w:hAnsi="Garamond"/>
                          <w:sz w:val="20"/>
                          <w:szCs w:val="20"/>
                        </w:rPr>
                        <w:t>12/1/1996</w:t>
                      </w:r>
                    </w:sdtContent>
                  </w:sdt>
                  <w:r w:rsidR="00CE135D" w:rsidRPr="00C41B38">
                    <w:rPr>
                      <w:rFonts w:ascii="Garamond" w:hAnsi="Garamond"/>
                      <w:sz w:val="20"/>
                      <w:szCs w:val="20"/>
                    </w:rPr>
                    <w:t xml:space="preserve"> — </w:t>
                  </w:r>
                  <w:sdt>
                    <w:sdtPr>
                      <w:rPr>
                        <w:rFonts w:ascii="Garamond" w:hAnsi="Garamond"/>
                        <w:sz w:val="20"/>
                        <w:szCs w:val="20"/>
                      </w:rPr>
                      <w:id w:val="3738237"/>
                      <w:placeholder>
                        <w:docPart w:val="8CBE39B925F94B898C14BA98718B6363"/>
                      </w:placeholder>
                      <w:date w:fullDate="2001-01-01T00:00:00Z">
                        <w:dateFormat w:val="M/d/yyyy"/>
                        <w:lid w:val="en-US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CE135D" w:rsidRPr="00C41B38">
                        <w:rPr>
                          <w:rFonts w:ascii="Garamond" w:hAnsi="Garamond"/>
                          <w:sz w:val="20"/>
                          <w:szCs w:val="20"/>
                        </w:rPr>
                        <w:t>1/1/2001</w:t>
                      </w:r>
                    </w:sdtContent>
                  </w:sdt>
                </w:p>
              </w:tc>
            </w:tr>
            <w:tr w:rsidR="00CE135D" w:rsidRPr="00C41B38" w14:paraId="007F29E8" w14:textId="77777777" w:rsidTr="005F6AA7">
              <w:trPr>
                <w:trHeight w:val="664"/>
              </w:trPr>
              <w:tc>
                <w:tcPr>
                  <w:tcW w:w="8885" w:type="dxa"/>
                  <w:gridSpan w:val="2"/>
                  <w:tcMar>
                    <w:bottom w:w="259" w:type="dxa"/>
                  </w:tcMar>
                </w:tcPr>
                <w:p w14:paraId="65DC09D3" w14:textId="77777777" w:rsidR="00CE135D" w:rsidRPr="00C41B38" w:rsidRDefault="00E83240" w:rsidP="00706BD7">
                  <w:pPr>
                    <w:pStyle w:val="Italics"/>
                    <w:rPr>
                      <w:rFonts w:ascii="Garamond" w:hAnsi="Garamond"/>
                      <w:sz w:val="20"/>
                      <w:szCs w:val="20"/>
                    </w:rPr>
                  </w:pPr>
                  <w:sdt>
                    <w:sdtPr>
                      <w:rPr>
                        <w:rFonts w:ascii="Garamond" w:hAnsi="Garamond"/>
                        <w:sz w:val="20"/>
                        <w:szCs w:val="20"/>
                      </w:rPr>
                      <w:id w:val="3738149"/>
                      <w:placeholder>
                        <w:docPart w:val="F71DF5D66C44415FBB8C8B12D7D4F60B"/>
                      </w:placeholder>
                    </w:sdtPr>
                    <w:sdtEndPr/>
                    <w:sdtContent>
                      <w:r w:rsidR="00CE135D" w:rsidRPr="00C41B38">
                        <w:rPr>
                          <w:rFonts w:ascii="Garamond" w:hAnsi="Garamond"/>
                          <w:sz w:val="20"/>
                          <w:szCs w:val="20"/>
                        </w:rPr>
                        <w:t>Manassas, VA</w:t>
                      </w:r>
                    </w:sdtContent>
                  </w:sdt>
                </w:p>
                <w:p w14:paraId="4571C655" w14:textId="77777777" w:rsidR="00CE135D" w:rsidRPr="00C41B38" w:rsidRDefault="00CE135D" w:rsidP="00706BD7">
                  <w:pPr>
                    <w:pStyle w:val="ListParagraph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C41B38">
                    <w:rPr>
                      <w:rFonts w:ascii="Garamond" w:hAnsi="Garamond"/>
                      <w:sz w:val="20"/>
                      <w:szCs w:val="20"/>
                    </w:rPr>
                    <w:t xml:space="preserve">Lead Engineer for deployment of explosive </w:t>
                  </w:r>
                  <w:r w:rsidR="00C72757">
                    <w:rPr>
                      <w:rFonts w:ascii="Garamond" w:hAnsi="Garamond"/>
                      <w:sz w:val="20"/>
                      <w:szCs w:val="20"/>
                    </w:rPr>
                    <w:t xml:space="preserve">trace detection systems at </w:t>
                  </w:r>
                  <w:r w:rsidRPr="00C41B38">
                    <w:rPr>
                      <w:rFonts w:ascii="Garamond" w:hAnsi="Garamond"/>
                      <w:sz w:val="20"/>
                      <w:szCs w:val="20"/>
                    </w:rPr>
                    <w:t>30</w:t>
                  </w:r>
                  <w:r w:rsidR="00C72757">
                    <w:rPr>
                      <w:rFonts w:ascii="Garamond" w:hAnsi="Garamond"/>
                      <w:sz w:val="20"/>
                      <w:szCs w:val="20"/>
                    </w:rPr>
                    <w:t>+</w:t>
                  </w:r>
                  <w:r w:rsidRPr="00C41B38">
                    <w:rPr>
                      <w:rFonts w:ascii="Garamond" w:hAnsi="Garamond"/>
                      <w:sz w:val="20"/>
                      <w:szCs w:val="20"/>
                    </w:rPr>
                    <w:t xml:space="preserve"> US Airports.</w:t>
                  </w:r>
                </w:p>
                <w:p w14:paraId="38D28D30" w14:textId="77777777" w:rsidR="00CE135D" w:rsidRPr="00C41B38" w:rsidRDefault="00CE135D" w:rsidP="00706BD7">
                  <w:pPr>
                    <w:pStyle w:val="ListParagraph"/>
                    <w:rPr>
                      <w:rFonts w:ascii="Garamond" w:hAnsi="Garamond"/>
                      <w:sz w:val="20"/>
                      <w:szCs w:val="20"/>
                    </w:rPr>
                  </w:pPr>
                  <w:r w:rsidRPr="00C41B38">
                    <w:rPr>
                      <w:rFonts w:ascii="Garamond" w:hAnsi="Garamond"/>
                      <w:sz w:val="20"/>
                      <w:szCs w:val="20"/>
                    </w:rPr>
                    <w:t>Technica</w:t>
                  </w:r>
                  <w:r w:rsidR="00C72757">
                    <w:rPr>
                      <w:rFonts w:ascii="Garamond" w:hAnsi="Garamond"/>
                      <w:sz w:val="20"/>
                      <w:szCs w:val="20"/>
                    </w:rPr>
                    <w:t>l Manager for installations of intrusion detection/a</w:t>
                  </w:r>
                  <w:r w:rsidRPr="00C41B38">
                    <w:rPr>
                      <w:rFonts w:ascii="Garamond" w:hAnsi="Garamond"/>
                      <w:sz w:val="20"/>
                      <w:szCs w:val="20"/>
                    </w:rPr>
                    <w:t xml:space="preserve">ccess </w:t>
                  </w:r>
                  <w:r w:rsidR="00C72757">
                    <w:rPr>
                      <w:rFonts w:ascii="Garamond" w:hAnsi="Garamond"/>
                      <w:sz w:val="20"/>
                      <w:szCs w:val="20"/>
                    </w:rPr>
                    <w:t>c</w:t>
                  </w:r>
                  <w:r w:rsidR="005F6AA7" w:rsidRPr="00C41B38">
                    <w:rPr>
                      <w:rFonts w:ascii="Garamond" w:hAnsi="Garamond"/>
                      <w:sz w:val="20"/>
                      <w:szCs w:val="20"/>
                    </w:rPr>
                    <w:t>ontrol systems at DOD facilities. Unique multi-tasking ability proven during supervision of several large scale install projects concurrently.</w:t>
                  </w:r>
                  <w:r w:rsidRPr="00C41B38">
                    <w:rPr>
                      <w:rFonts w:ascii="Garamond" w:hAnsi="Garamond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297756FD" w14:textId="77777777" w:rsidR="00BB3743" w:rsidRPr="00C41B38" w:rsidRDefault="00BB3743" w:rsidP="00BB3743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2856C1" w14:paraId="75A4B7E2" w14:textId="77777777" w:rsidTr="00E62891">
        <w:trPr>
          <w:trHeight w:val="51"/>
        </w:trPr>
        <w:tc>
          <w:tcPr>
            <w:tcW w:w="9450" w:type="dxa"/>
            <w:gridSpan w:val="3"/>
            <w:vAlign w:val="center"/>
          </w:tcPr>
          <w:p w14:paraId="5797CD1D" w14:textId="77777777" w:rsidR="002856C1" w:rsidRPr="00C41B38" w:rsidRDefault="005F6AA7">
            <w:pPr>
              <w:pStyle w:val="SectionHeading"/>
              <w:rPr>
                <w:rFonts w:ascii="Garamond" w:hAnsi="Garamond"/>
                <w:i/>
                <w:color w:val="000000" w:themeColor="text1"/>
                <w:sz w:val="20"/>
                <w:szCs w:val="20"/>
              </w:rPr>
            </w:pPr>
            <w:r w:rsidRPr="00C41B38">
              <w:rPr>
                <w:rFonts w:ascii="Garamond" w:hAnsi="Garamond"/>
                <w:i/>
                <w:color w:val="000000" w:themeColor="text1"/>
                <w:sz w:val="20"/>
                <w:szCs w:val="20"/>
              </w:rPr>
              <w:lastRenderedPageBreak/>
              <w:t>Education and Training</w:t>
            </w:r>
          </w:p>
        </w:tc>
      </w:tr>
      <w:tr w:rsidR="002856C1" w14:paraId="0F75106E" w14:textId="77777777" w:rsidTr="00644E96">
        <w:trPr>
          <w:trHeight w:val="2842"/>
        </w:trPr>
        <w:tc>
          <w:tcPr>
            <w:tcW w:w="9450" w:type="dxa"/>
            <w:gridSpan w:val="3"/>
            <w:tcMar>
              <w:bottom w:w="144" w:type="dxa"/>
            </w:tcMar>
          </w:tcPr>
          <w:p w14:paraId="4B2F5DF3" w14:textId="77777777" w:rsidR="002856C1" w:rsidRPr="00C41B38" w:rsidRDefault="005F6AA7">
            <w:pPr>
              <w:pStyle w:val="ListParagraph"/>
              <w:rPr>
                <w:rFonts w:ascii="Garamond" w:hAnsi="Garamond"/>
                <w:sz w:val="20"/>
                <w:szCs w:val="20"/>
              </w:rPr>
            </w:pPr>
            <w:r w:rsidRPr="00C41B38">
              <w:rPr>
                <w:rFonts w:ascii="Garamond" w:hAnsi="Garamond"/>
                <w:sz w:val="20"/>
                <w:szCs w:val="20"/>
              </w:rPr>
              <w:t>US Army Signal School, Fort Gordon GA – Basic and Advanced Electronics Courses, Cryptology, Instructor/Writer Course</w:t>
            </w:r>
            <w:r w:rsidR="008A68EB">
              <w:rPr>
                <w:rFonts w:ascii="Garamond" w:hAnsi="Garamond"/>
                <w:sz w:val="20"/>
                <w:szCs w:val="20"/>
              </w:rPr>
              <w:t>.</w:t>
            </w:r>
          </w:p>
          <w:p w14:paraId="73340F10" w14:textId="77777777" w:rsidR="002856C1" w:rsidRPr="00C41B38" w:rsidRDefault="005F6AA7" w:rsidP="005F6AA7">
            <w:pPr>
              <w:pStyle w:val="ListParagraph"/>
              <w:rPr>
                <w:rFonts w:ascii="Garamond" w:hAnsi="Garamond"/>
                <w:sz w:val="20"/>
                <w:szCs w:val="20"/>
              </w:rPr>
            </w:pPr>
            <w:r w:rsidRPr="00C41B38">
              <w:rPr>
                <w:rFonts w:ascii="Garamond" w:hAnsi="Garamond"/>
                <w:sz w:val="20"/>
                <w:szCs w:val="20"/>
              </w:rPr>
              <w:t>Honor Graduate of Primary and Basic Non Commissioned Officers Courses</w:t>
            </w:r>
            <w:r w:rsidR="008A68EB">
              <w:rPr>
                <w:rFonts w:ascii="Garamond" w:hAnsi="Garamond"/>
                <w:sz w:val="20"/>
                <w:szCs w:val="20"/>
              </w:rPr>
              <w:t>.</w:t>
            </w:r>
          </w:p>
          <w:p w14:paraId="2F32C636" w14:textId="77777777" w:rsidR="00FF167F" w:rsidRPr="00C41B38" w:rsidRDefault="00FF167F" w:rsidP="005F6AA7">
            <w:pPr>
              <w:pStyle w:val="ListParagraph"/>
              <w:rPr>
                <w:rFonts w:ascii="Garamond" w:hAnsi="Garamond"/>
                <w:sz w:val="20"/>
                <w:szCs w:val="20"/>
              </w:rPr>
            </w:pPr>
            <w:r w:rsidRPr="00C41B38">
              <w:rPr>
                <w:rFonts w:ascii="Garamond" w:hAnsi="Garamond"/>
                <w:sz w:val="20"/>
                <w:szCs w:val="20"/>
              </w:rPr>
              <w:t>Montana State University, Bozeman MT – General Studies</w:t>
            </w:r>
            <w:r w:rsidR="008A68EB">
              <w:rPr>
                <w:rFonts w:ascii="Garamond" w:hAnsi="Garamond"/>
                <w:sz w:val="20"/>
                <w:szCs w:val="20"/>
              </w:rPr>
              <w:t>.</w:t>
            </w:r>
          </w:p>
          <w:p w14:paraId="49EAC096" w14:textId="77777777" w:rsidR="00FF167F" w:rsidRPr="00C41B38" w:rsidRDefault="00FF167F" w:rsidP="005F6AA7">
            <w:pPr>
              <w:pStyle w:val="ListParagraph"/>
              <w:rPr>
                <w:rFonts w:ascii="Garamond" w:hAnsi="Garamond"/>
                <w:sz w:val="20"/>
                <w:szCs w:val="20"/>
              </w:rPr>
            </w:pPr>
            <w:r w:rsidRPr="00C41B38">
              <w:rPr>
                <w:rFonts w:ascii="Garamond" w:hAnsi="Garamond"/>
                <w:sz w:val="20"/>
                <w:szCs w:val="20"/>
              </w:rPr>
              <w:t>Elekta Oncology, Norcross, GA</w:t>
            </w:r>
            <w:r w:rsidR="00A33CFD">
              <w:rPr>
                <w:rFonts w:ascii="Garamond" w:hAnsi="Garamond"/>
                <w:sz w:val="20"/>
                <w:szCs w:val="20"/>
              </w:rPr>
              <w:t xml:space="preserve"> – 1st and 2nd</w:t>
            </w:r>
            <w:r w:rsidRPr="00C41B38">
              <w:rPr>
                <w:rFonts w:ascii="Garamond" w:hAnsi="Garamond"/>
                <w:sz w:val="20"/>
                <w:szCs w:val="20"/>
              </w:rPr>
              <w:t xml:space="preserve"> Line Linear Accelerator training, Project Management Training</w:t>
            </w:r>
            <w:r w:rsidR="008A68EB">
              <w:rPr>
                <w:rFonts w:ascii="Garamond" w:hAnsi="Garamond"/>
                <w:sz w:val="20"/>
                <w:szCs w:val="20"/>
              </w:rPr>
              <w:t>.</w:t>
            </w:r>
          </w:p>
          <w:p w14:paraId="4DEB1275" w14:textId="77777777" w:rsidR="0095558B" w:rsidRPr="00C41B38" w:rsidRDefault="00FF167F" w:rsidP="005F6AA7">
            <w:pPr>
              <w:pStyle w:val="ListParagraph"/>
              <w:rPr>
                <w:rFonts w:ascii="Garamond" w:hAnsi="Garamond"/>
                <w:sz w:val="20"/>
                <w:szCs w:val="20"/>
              </w:rPr>
            </w:pPr>
            <w:r w:rsidRPr="00C41B38">
              <w:rPr>
                <w:rFonts w:ascii="Garamond" w:hAnsi="Garamond"/>
                <w:sz w:val="20"/>
                <w:szCs w:val="20"/>
              </w:rPr>
              <w:t>Academy of Health Sciences, Fort Sam Houston TX – Medical Laboratory Specialist</w:t>
            </w:r>
            <w:r w:rsidR="008A68EB">
              <w:rPr>
                <w:rFonts w:ascii="Garamond" w:hAnsi="Garamond"/>
                <w:sz w:val="20"/>
                <w:szCs w:val="20"/>
              </w:rPr>
              <w:t>.</w:t>
            </w:r>
          </w:p>
          <w:p w14:paraId="4E2FF5C9" w14:textId="77777777" w:rsidR="00F64C38" w:rsidRPr="00C41B38" w:rsidRDefault="00F64C38" w:rsidP="005F6AA7">
            <w:pPr>
              <w:pStyle w:val="ListParagraph"/>
              <w:rPr>
                <w:rFonts w:ascii="Garamond" w:hAnsi="Garamond"/>
                <w:sz w:val="20"/>
                <w:szCs w:val="20"/>
              </w:rPr>
            </w:pPr>
            <w:r w:rsidRPr="00C41B38">
              <w:rPr>
                <w:rFonts w:ascii="Garamond" w:hAnsi="Garamond"/>
                <w:sz w:val="20"/>
                <w:szCs w:val="20"/>
              </w:rPr>
              <w:t>Held Secret Security Clearance with Secret Background Investigation (SSBI)</w:t>
            </w:r>
            <w:r w:rsidR="008A68EB">
              <w:rPr>
                <w:rFonts w:ascii="Garamond" w:hAnsi="Garamond"/>
                <w:sz w:val="20"/>
                <w:szCs w:val="20"/>
              </w:rPr>
              <w:t>.</w:t>
            </w:r>
          </w:p>
          <w:p w14:paraId="20F4ED59" w14:textId="77777777" w:rsidR="00AA0F61" w:rsidRPr="00C41B38" w:rsidRDefault="00F64C38" w:rsidP="00AA0F61">
            <w:pPr>
              <w:pStyle w:val="ListParagraph"/>
              <w:rPr>
                <w:rFonts w:ascii="Garamond" w:hAnsi="Garamond"/>
                <w:sz w:val="20"/>
                <w:szCs w:val="20"/>
              </w:rPr>
            </w:pPr>
            <w:r w:rsidRPr="00C41B38">
              <w:rPr>
                <w:rFonts w:ascii="Garamond" w:hAnsi="Garamond"/>
                <w:sz w:val="20"/>
                <w:szCs w:val="20"/>
              </w:rPr>
              <w:t>Extensive training in electronics to include ac/dc motors, variable frequency drives, plc’</w:t>
            </w:r>
            <w:r w:rsidR="00AA0F61" w:rsidRPr="00C41B38">
              <w:rPr>
                <w:rFonts w:ascii="Garamond" w:hAnsi="Garamond"/>
                <w:sz w:val="20"/>
                <w:szCs w:val="20"/>
              </w:rPr>
              <w:t>s, single &amp; 3</w:t>
            </w:r>
            <w:r w:rsidR="00A33CFD">
              <w:rPr>
                <w:rFonts w:ascii="Garamond" w:hAnsi="Garamond"/>
                <w:sz w:val="20"/>
                <w:szCs w:val="20"/>
              </w:rPr>
              <w:t xml:space="preserve"> phase power to 600vac, commu</w:t>
            </w:r>
            <w:r w:rsidR="008A68EB">
              <w:rPr>
                <w:rFonts w:ascii="Garamond" w:hAnsi="Garamond"/>
                <w:sz w:val="20"/>
                <w:szCs w:val="20"/>
              </w:rPr>
              <w:t>nications/red &amp; black wiring -</w:t>
            </w:r>
            <w:r w:rsidR="00A33CFD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8A68EB">
              <w:rPr>
                <w:rFonts w:ascii="Garamond" w:hAnsi="Garamond"/>
                <w:sz w:val="20"/>
                <w:szCs w:val="20"/>
              </w:rPr>
              <w:t>knowledgeable on test equipment – meters, scopes, &amp; analyzers.</w:t>
            </w:r>
          </w:p>
          <w:p w14:paraId="6F423430" w14:textId="77777777" w:rsidR="00AA0F61" w:rsidRPr="00C41B38" w:rsidRDefault="00A33CFD" w:rsidP="00AA0F61">
            <w:pPr>
              <w:pStyle w:val="ListParagrap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Trained on</w:t>
            </w:r>
            <w:r w:rsidR="00AA0F61" w:rsidRPr="00C41B38">
              <w:rPr>
                <w:rFonts w:ascii="Garamond" w:hAnsi="Garamond"/>
                <w:sz w:val="20"/>
                <w:szCs w:val="20"/>
              </w:rPr>
              <w:t xml:space="preserve"> standardized maintenance management systems – Mainsaver, Salesforce CLM, and Mobile Solutions.</w:t>
            </w:r>
          </w:p>
          <w:p w14:paraId="59D912DE" w14:textId="77777777" w:rsidR="005F6AA7" w:rsidRDefault="00AA0F61" w:rsidP="00644E96">
            <w:pPr>
              <w:pStyle w:val="ListParagraph"/>
              <w:rPr>
                <w:rFonts w:ascii="Garamond" w:hAnsi="Garamond"/>
                <w:sz w:val="20"/>
                <w:szCs w:val="20"/>
              </w:rPr>
            </w:pPr>
            <w:r w:rsidRPr="00C41B38">
              <w:rPr>
                <w:rFonts w:ascii="Garamond" w:hAnsi="Garamond"/>
                <w:sz w:val="20"/>
                <w:szCs w:val="20"/>
              </w:rPr>
              <w:t>500+ hours of specialized electronics courses – micro elec</w:t>
            </w:r>
            <w:r w:rsidR="008A68EB">
              <w:rPr>
                <w:rFonts w:ascii="Garamond" w:hAnsi="Garamond"/>
                <w:sz w:val="20"/>
                <w:szCs w:val="20"/>
              </w:rPr>
              <w:t>tronics, precision soldering, rf/s</w:t>
            </w:r>
            <w:r w:rsidRPr="00C41B38">
              <w:rPr>
                <w:rFonts w:ascii="Garamond" w:hAnsi="Garamond"/>
                <w:sz w:val="20"/>
                <w:szCs w:val="20"/>
              </w:rPr>
              <w:t>atellite systems.</w:t>
            </w:r>
          </w:p>
          <w:p w14:paraId="77B5AB2F" w14:textId="77777777" w:rsidR="008A68EB" w:rsidRPr="00C41B38" w:rsidRDefault="008A68EB" w:rsidP="00644E96">
            <w:pPr>
              <w:pStyle w:val="ListParagrap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Distance Learning – awarded A.S. in Electronics Technology from Almeda University.</w:t>
            </w:r>
          </w:p>
        </w:tc>
      </w:tr>
    </w:tbl>
    <w:p w14:paraId="1904043C" w14:textId="77777777" w:rsidR="00AA0F61" w:rsidRDefault="00AA0F61" w:rsidP="0095558B"/>
    <w:p w14:paraId="4A233515" w14:textId="77777777" w:rsidR="00644E96" w:rsidRDefault="00644E96" w:rsidP="0095558B"/>
    <w:p w14:paraId="43B844D0" w14:textId="77777777" w:rsidR="00644E96" w:rsidRDefault="00644E96" w:rsidP="0095558B"/>
    <w:p w14:paraId="0F34C5C5" w14:textId="77777777" w:rsidR="00644E96" w:rsidRPr="00A33CFD" w:rsidRDefault="00644E96" w:rsidP="00644E96">
      <w:pPr>
        <w:pStyle w:val="SectionHeading"/>
        <w:rPr>
          <w:rFonts w:ascii="Garamond" w:hAnsi="Garamond"/>
          <w:b/>
          <w:color w:val="262626" w:themeColor="text1" w:themeTint="D9"/>
          <w:sz w:val="20"/>
          <w:szCs w:val="20"/>
        </w:rPr>
      </w:pPr>
      <w:r w:rsidRPr="00A33CFD">
        <w:rPr>
          <w:rFonts w:ascii="Garamond" w:hAnsi="Garamond"/>
          <w:b/>
          <w:color w:val="262626" w:themeColor="text1" w:themeTint="D9"/>
          <w:sz w:val="20"/>
          <w:szCs w:val="20"/>
        </w:rPr>
        <w:t>Military Awards</w:t>
      </w:r>
    </w:p>
    <w:p w14:paraId="7693C0BF" w14:textId="77777777" w:rsidR="00644E96" w:rsidRPr="00C41B38" w:rsidRDefault="00644E96" w:rsidP="0095558B">
      <w:pPr>
        <w:rPr>
          <w:rFonts w:ascii="Garamond" w:hAnsi="Garamond"/>
          <w:sz w:val="20"/>
          <w:szCs w:val="20"/>
        </w:rPr>
      </w:pPr>
      <w:r w:rsidRPr="00C41B38">
        <w:rPr>
          <w:rFonts w:ascii="Garamond" w:hAnsi="Garamond"/>
          <w:sz w:val="20"/>
          <w:szCs w:val="20"/>
        </w:rPr>
        <w:t xml:space="preserve">Army Commendation Medal (3), Army Achievement Medal (3), Army Service and National Defense Ribbon, </w:t>
      </w:r>
    </w:p>
    <w:p w14:paraId="1D5669B5" w14:textId="77777777" w:rsidR="00644E96" w:rsidRPr="00C41B38" w:rsidRDefault="00644E96" w:rsidP="0095558B">
      <w:pPr>
        <w:rPr>
          <w:rFonts w:ascii="Garamond" w:hAnsi="Garamond"/>
          <w:sz w:val="20"/>
          <w:szCs w:val="20"/>
        </w:rPr>
      </w:pPr>
      <w:r w:rsidRPr="00C41B38">
        <w:rPr>
          <w:rFonts w:ascii="Garamond" w:hAnsi="Garamond"/>
          <w:sz w:val="20"/>
          <w:szCs w:val="20"/>
        </w:rPr>
        <w:t>Good Conduct Medal, NCO Professional Development (2).</w:t>
      </w:r>
    </w:p>
    <w:p w14:paraId="17220439" w14:textId="77777777" w:rsidR="00644E96" w:rsidRPr="00C41B38" w:rsidRDefault="00644E96" w:rsidP="0095558B">
      <w:pPr>
        <w:rPr>
          <w:rFonts w:ascii="Garamond" w:hAnsi="Garamond"/>
          <w:sz w:val="20"/>
          <w:szCs w:val="20"/>
        </w:rPr>
      </w:pPr>
    </w:p>
    <w:p w14:paraId="0F08AC6B" w14:textId="77777777" w:rsidR="00644E96" w:rsidRPr="00C41B38" w:rsidRDefault="00644E96" w:rsidP="0095558B">
      <w:pPr>
        <w:rPr>
          <w:rFonts w:ascii="Garamond" w:hAnsi="Garamond"/>
          <w:sz w:val="20"/>
          <w:szCs w:val="20"/>
        </w:rPr>
      </w:pPr>
    </w:p>
    <w:p w14:paraId="5ACB30B4" w14:textId="77777777" w:rsidR="00644E96" w:rsidRPr="00A33CFD" w:rsidRDefault="00644E96" w:rsidP="00644E96">
      <w:pPr>
        <w:pStyle w:val="SectionHeading"/>
        <w:rPr>
          <w:rFonts w:ascii="Garamond" w:hAnsi="Garamond"/>
          <w:b/>
          <w:color w:val="262626" w:themeColor="text1" w:themeTint="D9"/>
          <w:sz w:val="20"/>
          <w:szCs w:val="20"/>
        </w:rPr>
      </w:pPr>
      <w:r w:rsidRPr="00A33CFD">
        <w:rPr>
          <w:rFonts w:ascii="Garamond" w:hAnsi="Garamond"/>
          <w:b/>
          <w:color w:val="262626" w:themeColor="text1" w:themeTint="D9"/>
          <w:sz w:val="20"/>
          <w:szCs w:val="20"/>
        </w:rPr>
        <w:t>Computer Skills</w:t>
      </w:r>
    </w:p>
    <w:p w14:paraId="40184D32" w14:textId="77777777" w:rsidR="00644E96" w:rsidRPr="00C41B38" w:rsidRDefault="00644E96" w:rsidP="00644E96">
      <w:pPr>
        <w:rPr>
          <w:rFonts w:ascii="Garamond" w:hAnsi="Garamond"/>
          <w:sz w:val="20"/>
          <w:szCs w:val="20"/>
        </w:rPr>
      </w:pPr>
      <w:r w:rsidRPr="00C41B38">
        <w:rPr>
          <w:rFonts w:ascii="Garamond" w:hAnsi="Garamond"/>
          <w:sz w:val="20"/>
          <w:szCs w:val="20"/>
        </w:rPr>
        <w:t>Familiar with Windows OS and Windows applications – MS Excel, MS Word, MS Project, PowerPoint and Publisher.</w:t>
      </w:r>
    </w:p>
    <w:p w14:paraId="7F564EE7" w14:textId="77777777" w:rsidR="00EE1081" w:rsidRPr="00C41B38" w:rsidRDefault="00EE1081" w:rsidP="00644E96">
      <w:pPr>
        <w:rPr>
          <w:rFonts w:ascii="Garamond" w:hAnsi="Garamond"/>
          <w:sz w:val="20"/>
          <w:szCs w:val="20"/>
        </w:rPr>
      </w:pPr>
    </w:p>
    <w:p w14:paraId="2D1DE8A8" w14:textId="77777777" w:rsidR="00EE1081" w:rsidRPr="00C41B38" w:rsidRDefault="00EE1081" w:rsidP="00644E96">
      <w:pPr>
        <w:rPr>
          <w:rFonts w:ascii="Garamond" w:hAnsi="Garamond"/>
          <w:sz w:val="20"/>
          <w:szCs w:val="20"/>
        </w:rPr>
      </w:pPr>
    </w:p>
    <w:p w14:paraId="6F734EDE" w14:textId="77777777" w:rsidR="00EE1081" w:rsidRPr="00C41B38" w:rsidRDefault="00EE1081" w:rsidP="00644E96">
      <w:pPr>
        <w:rPr>
          <w:rFonts w:ascii="Garamond" w:hAnsi="Garamond"/>
          <w:sz w:val="20"/>
          <w:szCs w:val="20"/>
        </w:rPr>
      </w:pPr>
    </w:p>
    <w:p w14:paraId="35A592AF" w14:textId="77777777" w:rsidR="00EE1081" w:rsidRPr="00C41B38" w:rsidRDefault="00EE1081" w:rsidP="00644E96">
      <w:pPr>
        <w:rPr>
          <w:rFonts w:ascii="Garamond" w:hAnsi="Garamond"/>
          <w:sz w:val="20"/>
          <w:szCs w:val="20"/>
        </w:rPr>
      </w:pPr>
      <w:r w:rsidRPr="00C41B38">
        <w:rPr>
          <w:rFonts w:ascii="Garamond" w:hAnsi="Garamond"/>
          <w:sz w:val="20"/>
          <w:szCs w:val="20"/>
        </w:rPr>
        <w:t>References: Available upon request</w:t>
      </w:r>
    </w:p>
    <w:sectPr w:rsidR="00EE1081" w:rsidRPr="00C41B38" w:rsidSect="000B7F88">
      <w:pgSz w:w="12240" w:h="15840"/>
      <w:pgMar w:top="1152" w:right="1440" w:bottom="1152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479AC2" w14:textId="77777777" w:rsidR="00863E9E" w:rsidRDefault="00863E9E" w:rsidP="005F6AA7">
      <w:pPr>
        <w:spacing w:line="240" w:lineRule="auto"/>
      </w:pPr>
      <w:r>
        <w:separator/>
      </w:r>
    </w:p>
  </w:endnote>
  <w:endnote w:type="continuationSeparator" w:id="0">
    <w:p w14:paraId="32CEE6ED" w14:textId="77777777" w:rsidR="00863E9E" w:rsidRDefault="00863E9E" w:rsidP="005F6A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F91D1D" w14:textId="77777777" w:rsidR="00863E9E" w:rsidRDefault="00863E9E" w:rsidP="005F6AA7">
      <w:pPr>
        <w:spacing w:line="240" w:lineRule="auto"/>
      </w:pPr>
      <w:r>
        <w:separator/>
      </w:r>
    </w:p>
  </w:footnote>
  <w:footnote w:type="continuationSeparator" w:id="0">
    <w:p w14:paraId="12203F8A" w14:textId="77777777" w:rsidR="00863E9E" w:rsidRDefault="00863E9E" w:rsidP="005F6A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85AED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3"/>
    <w:multiLevelType w:val="singleLevel"/>
    <w:tmpl w:val="DB12C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E86AA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7DF0FA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46E67AD"/>
    <w:multiLevelType w:val="hybridMultilevel"/>
    <w:tmpl w:val="2CB8F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622236"/>
    <w:multiLevelType w:val="hybridMultilevel"/>
    <w:tmpl w:val="737A7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97123"/>
    <w:multiLevelType w:val="hybridMultilevel"/>
    <w:tmpl w:val="2F146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A6A94"/>
    <w:multiLevelType w:val="hybridMultilevel"/>
    <w:tmpl w:val="175EE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F5DB7"/>
    <w:multiLevelType w:val="hybridMultilevel"/>
    <w:tmpl w:val="FE2C696E"/>
    <w:lvl w:ilvl="0" w:tplc="8BAA88BE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30804842"/>
    <w:multiLevelType w:val="hybridMultilevel"/>
    <w:tmpl w:val="7ECA7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AF1F9F"/>
    <w:multiLevelType w:val="hybridMultilevel"/>
    <w:tmpl w:val="A7609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191A37"/>
    <w:multiLevelType w:val="hybridMultilevel"/>
    <w:tmpl w:val="A628F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174540"/>
    <w:multiLevelType w:val="hybridMultilevel"/>
    <w:tmpl w:val="DE02B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AF1609"/>
    <w:multiLevelType w:val="hybridMultilevel"/>
    <w:tmpl w:val="3E64D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63688A"/>
    <w:multiLevelType w:val="hybridMultilevel"/>
    <w:tmpl w:val="988CA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193D60"/>
    <w:multiLevelType w:val="hybridMultilevel"/>
    <w:tmpl w:val="941ED220"/>
    <w:lvl w:ilvl="0" w:tplc="928C7D54">
      <w:start w:val="5"/>
      <w:numFmt w:val="bullet"/>
      <w:pStyle w:val="ListParagraph"/>
      <w:lvlText w:val="-"/>
      <w:lvlJc w:val="left"/>
      <w:pPr>
        <w:ind w:left="720" w:hanging="360"/>
      </w:pPr>
      <w:rPr>
        <w:rFonts w:ascii="Corbel" w:eastAsiaTheme="minorHAnsi" w:hAnsi="Corbe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470D11"/>
    <w:multiLevelType w:val="hybridMultilevel"/>
    <w:tmpl w:val="D132F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8D4D3D"/>
    <w:multiLevelType w:val="hybridMultilevel"/>
    <w:tmpl w:val="9F227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54296C"/>
    <w:multiLevelType w:val="hybridMultilevel"/>
    <w:tmpl w:val="B5D67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25133"/>
    <w:multiLevelType w:val="hybridMultilevel"/>
    <w:tmpl w:val="AD34477E"/>
    <w:lvl w:ilvl="0" w:tplc="8BAA88BE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6"/>
  </w:num>
  <w:num w:numId="3">
    <w:abstractNumId w:val="5"/>
  </w:num>
  <w:num w:numId="4">
    <w:abstractNumId w:val="4"/>
  </w:num>
  <w:num w:numId="5">
    <w:abstractNumId w:val="17"/>
  </w:num>
  <w:num w:numId="6">
    <w:abstractNumId w:val="13"/>
  </w:num>
  <w:num w:numId="7">
    <w:abstractNumId w:val="18"/>
  </w:num>
  <w:num w:numId="8">
    <w:abstractNumId w:val="10"/>
  </w:num>
  <w:num w:numId="9">
    <w:abstractNumId w:val="14"/>
  </w:num>
  <w:num w:numId="10">
    <w:abstractNumId w:val="6"/>
  </w:num>
  <w:num w:numId="11">
    <w:abstractNumId w:val="19"/>
  </w:num>
  <w:num w:numId="12">
    <w:abstractNumId w:val="8"/>
  </w:num>
  <w:num w:numId="13">
    <w:abstractNumId w:val="11"/>
  </w:num>
  <w:num w:numId="14">
    <w:abstractNumId w:val="9"/>
  </w:num>
  <w:num w:numId="15">
    <w:abstractNumId w:val="7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B90"/>
    <w:rsid w:val="000235EA"/>
    <w:rsid w:val="00096EB2"/>
    <w:rsid w:val="000B7F88"/>
    <w:rsid w:val="002235A1"/>
    <w:rsid w:val="002856C1"/>
    <w:rsid w:val="00297ABD"/>
    <w:rsid w:val="004A238B"/>
    <w:rsid w:val="004E5095"/>
    <w:rsid w:val="005372F3"/>
    <w:rsid w:val="005F6AA7"/>
    <w:rsid w:val="00644E96"/>
    <w:rsid w:val="00684704"/>
    <w:rsid w:val="006B0126"/>
    <w:rsid w:val="007D6403"/>
    <w:rsid w:val="00812C4F"/>
    <w:rsid w:val="00863E9E"/>
    <w:rsid w:val="00883A39"/>
    <w:rsid w:val="008A68EB"/>
    <w:rsid w:val="00922B90"/>
    <w:rsid w:val="0095558B"/>
    <w:rsid w:val="00963990"/>
    <w:rsid w:val="009D3E04"/>
    <w:rsid w:val="00A33CFD"/>
    <w:rsid w:val="00A947C9"/>
    <w:rsid w:val="00AA0F61"/>
    <w:rsid w:val="00AF3EE1"/>
    <w:rsid w:val="00B6198F"/>
    <w:rsid w:val="00BB3743"/>
    <w:rsid w:val="00C41B38"/>
    <w:rsid w:val="00C72757"/>
    <w:rsid w:val="00C85870"/>
    <w:rsid w:val="00C969C0"/>
    <w:rsid w:val="00CE135D"/>
    <w:rsid w:val="00DD06D4"/>
    <w:rsid w:val="00DF6520"/>
    <w:rsid w:val="00E249FE"/>
    <w:rsid w:val="00E62891"/>
    <w:rsid w:val="00E83240"/>
    <w:rsid w:val="00E959D1"/>
    <w:rsid w:val="00EE1081"/>
    <w:rsid w:val="00F47C24"/>
    <w:rsid w:val="00F64C38"/>
    <w:rsid w:val="00FB08C9"/>
    <w:rsid w:val="00FF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BE5AF90"/>
  <w15:docId w15:val="{6F59C855-BD6E-4A3F-9ED0-436CA1371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semiHidden="1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2856C1"/>
    <w:pPr>
      <w:spacing w:after="0" w:line="264" w:lineRule="auto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1"/>
    <w:semiHidden/>
    <w:qFormat/>
    <w:rsid w:val="002856C1"/>
    <w:pPr>
      <w:outlineLvl w:val="0"/>
    </w:pPr>
    <w:rPr>
      <w:caps/>
      <w:color w:val="A6A6A6" w:themeColor="background1" w:themeShade="A6"/>
      <w:spacing w:val="40"/>
      <w:sz w:val="40"/>
    </w:rPr>
  </w:style>
  <w:style w:type="paragraph" w:styleId="Heading2">
    <w:name w:val="heading 2"/>
    <w:basedOn w:val="Normal"/>
    <w:next w:val="Normal"/>
    <w:link w:val="Heading2Char"/>
    <w:uiPriority w:val="1"/>
    <w:semiHidden/>
    <w:qFormat/>
    <w:rsid w:val="002856C1"/>
    <w:pPr>
      <w:outlineLvl w:val="1"/>
    </w:pPr>
    <w:rPr>
      <w:caps/>
      <w:color w:val="595959" w:themeColor="text1" w:themeTint="A6"/>
      <w:spacing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2856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2856C1"/>
    <w:rPr>
      <w:color w:val="808080"/>
    </w:rPr>
  </w:style>
  <w:style w:type="paragraph" w:styleId="BalloonText">
    <w:name w:val="Balloon Text"/>
    <w:basedOn w:val="Normal"/>
    <w:link w:val="BalloonTextChar"/>
    <w:semiHidden/>
    <w:unhideWhenUsed/>
    <w:rsid w:val="002856C1"/>
    <w:pPr>
      <w:spacing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6C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1"/>
    <w:semiHidden/>
    <w:rsid w:val="002856C1"/>
    <w:rPr>
      <w:caps/>
      <w:color w:val="A6A6A6" w:themeColor="background1" w:themeShade="A6"/>
      <w:spacing w:val="40"/>
      <w:sz w:val="40"/>
    </w:rPr>
  </w:style>
  <w:style w:type="paragraph" w:customStyle="1" w:styleId="PersonalInformation">
    <w:name w:val="Personal Information"/>
    <w:basedOn w:val="Normal"/>
    <w:qFormat/>
    <w:rsid w:val="002856C1"/>
    <w:rPr>
      <w:color w:val="595959" w:themeColor="text1" w:themeTint="A6"/>
      <w:spacing w:val="10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2856C1"/>
    <w:rPr>
      <w:caps/>
      <w:color w:val="595959" w:themeColor="text1" w:themeTint="A6"/>
      <w:spacing w:val="20"/>
      <w:sz w:val="16"/>
    </w:rPr>
  </w:style>
  <w:style w:type="paragraph" w:customStyle="1" w:styleId="Bold">
    <w:name w:val="Bold"/>
    <w:basedOn w:val="Normal"/>
    <w:qFormat/>
    <w:rsid w:val="002856C1"/>
    <w:rPr>
      <w:b/>
      <w:spacing w:val="10"/>
    </w:rPr>
  </w:style>
  <w:style w:type="paragraph" w:customStyle="1" w:styleId="Dates">
    <w:name w:val="Dates"/>
    <w:basedOn w:val="Normal"/>
    <w:qFormat/>
    <w:rsid w:val="002856C1"/>
    <w:pPr>
      <w:jc w:val="right"/>
    </w:pPr>
    <w:rPr>
      <w:color w:val="595959" w:themeColor="text1" w:themeTint="A6"/>
    </w:rPr>
  </w:style>
  <w:style w:type="paragraph" w:customStyle="1" w:styleId="Italics">
    <w:name w:val="Italics"/>
    <w:basedOn w:val="Normal"/>
    <w:qFormat/>
    <w:rsid w:val="002856C1"/>
    <w:pPr>
      <w:spacing w:after="80"/>
    </w:pPr>
    <w:rPr>
      <w:i/>
    </w:rPr>
  </w:style>
  <w:style w:type="paragraph" w:styleId="ListParagraph">
    <w:name w:val="List Paragraph"/>
    <w:basedOn w:val="Normal"/>
    <w:uiPriority w:val="34"/>
    <w:qFormat/>
    <w:rsid w:val="002856C1"/>
    <w:pPr>
      <w:numPr>
        <w:numId w:val="20"/>
      </w:numPr>
      <w:spacing w:after="80"/>
      <w:ind w:left="360" w:hanging="216"/>
    </w:pPr>
  </w:style>
  <w:style w:type="paragraph" w:customStyle="1" w:styleId="Copy">
    <w:name w:val="Copy"/>
    <w:basedOn w:val="Normal"/>
    <w:qFormat/>
    <w:rsid w:val="002856C1"/>
    <w:pPr>
      <w:spacing w:after="80"/>
    </w:pPr>
  </w:style>
  <w:style w:type="paragraph" w:customStyle="1" w:styleId="PlaceholderAutotext10">
    <w:name w:val="PlaceholderAutotext_10"/>
    <w:rsid w:val="002856C1"/>
    <w:rPr>
      <w:rFonts w:eastAsiaTheme="minorEastAsia"/>
    </w:rPr>
  </w:style>
  <w:style w:type="paragraph" w:customStyle="1" w:styleId="YourName">
    <w:name w:val="Your Name"/>
    <w:basedOn w:val="Normal"/>
    <w:qFormat/>
    <w:rsid w:val="002856C1"/>
    <w:rPr>
      <w:caps/>
      <w:color w:val="A6A6A6" w:themeColor="background1" w:themeShade="A6"/>
      <w:spacing w:val="40"/>
      <w:sz w:val="40"/>
    </w:rPr>
  </w:style>
  <w:style w:type="paragraph" w:customStyle="1" w:styleId="SectionHeading">
    <w:name w:val="Section Heading"/>
    <w:basedOn w:val="Normal"/>
    <w:qFormat/>
    <w:rsid w:val="002856C1"/>
    <w:rPr>
      <w:caps/>
      <w:color w:val="595959" w:themeColor="text1" w:themeTint="A6"/>
      <w:spacing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5F6AA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6AA7"/>
    <w:rPr>
      <w:sz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5F6AA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6AA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15\Root\Templates\1033\Chronological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79A39A3C10B43CD816CB6E0CDFACA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DAC67F-14C2-4CEA-807F-F88F50FBD4B7}"/>
      </w:docPartPr>
      <w:docPartBody>
        <w:p w:rsidR="002C628C" w:rsidRDefault="00AE223E">
          <w:pPr>
            <w:pStyle w:val="279A39A3C10B43CD816CB6E0CDFACA31"/>
          </w:pPr>
          <w:r>
            <w:t>[your name]</w:t>
          </w:r>
        </w:p>
      </w:docPartBody>
    </w:docPart>
    <w:docPart>
      <w:docPartPr>
        <w:name w:val="4D42742E411043CDAFF83BBBD959A0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0C1FFE-5DBC-43EE-834D-26376F97A5DB}"/>
      </w:docPartPr>
      <w:docPartBody>
        <w:p w:rsidR="002C628C" w:rsidRDefault="00AE223E">
          <w:pPr>
            <w:pStyle w:val="4D42742E411043CDAFF83BBBD959A045"/>
          </w:pPr>
          <w:r>
            <w:t>[Start Date]</w:t>
          </w:r>
        </w:p>
      </w:docPartBody>
    </w:docPart>
    <w:docPart>
      <w:docPartPr>
        <w:name w:val="78E19C741A9242ECA084C93B992A96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C0AF7A-F5AF-4E7F-83DE-DD5E85C520CE}"/>
      </w:docPartPr>
      <w:docPartBody>
        <w:p w:rsidR="002C628C" w:rsidRDefault="00AE223E">
          <w:pPr>
            <w:pStyle w:val="78E19C741A9242ECA084C93B992A96F8"/>
          </w:pPr>
          <w:r>
            <w:rPr>
              <w:rStyle w:val="PlaceholderText"/>
            </w:rPr>
            <w:t>[End Date]</w:t>
          </w:r>
        </w:p>
      </w:docPartBody>
    </w:docPart>
    <w:docPart>
      <w:docPartPr>
        <w:name w:val="80683952CCDB4091AAB7F64D4ACFF9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FEADD9-778F-4841-A824-F988E115C973}"/>
      </w:docPartPr>
      <w:docPartBody>
        <w:p w:rsidR="002C628C" w:rsidRDefault="00AE223E">
          <w:pPr>
            <w:pStyle w:val="80683952CCDB4091AAB7F64D4ACFF941"/>
          </w:pPr>
          <w:r>
            <w:t>[Rochester, NY]</w:t>
          </w:r>
        </w:p>
      </w:docPartBody>
    </w:docPart>
    <w:docPart>
      <w:docPartPr>
        <w:name w:val="82F77513C8A94887B2B24B00EE7D26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C750F-ADC7-41FE-A94E-93BE4931939F}"/>
      </w:docPartPr>
      <w:docPartBody>
        <w:p w:rsidR="002C628C" w:rsidRDefault="00AE223E">
          <w:pPr>
            <w:pStyle w:val="82F77513C8A94887B2B24B00EE7D26E3"/>
          </w:pPr>
          <w:r>
            <w:rPr>
              <w:rStyle w:val="PlaceholderText"/>
            </w:rPr>
            <w:t>[Start Date]</w:t>
          </w:r>
        </w:p>
      </w:docPartBody>
    </w:docPart>
    <w:docPart>
      <w:docPartPr>
        <w:name w:val="C9B2CD3F065D4777BCC8A9A0FF5BBA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4A6622-A2A8-4250-B990-F38C5F431C24}"/>
      </w:docPartPr>
      <w:docPartBody>
        <w:p w:rsidR="002C628C" w:rsidRDefault="00AE223E">
          <w:pPr>
            <w:pStyle w:val="C9B2CD3F065D4777BCC8A9A0FF5BBA3F"/>
          </w:pPr>
          <w:r>
            <w:rPr>
              <w:rStyle w:val="PlaceholderText"/>
            </w:rPr>
            <w:t>[End Date]</w:t>
          </w:r>
        </w:p>
      </w:docPartBody>
    </w:docPart>
    <w:docPart>
      <w:docPartPr>
        <w:name w:val="B1B4BB1533574295B987790ADBAC13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2F7FBF-338E-4B79-9524-1879BE303E1D}"/>
      </w:docPartPr>
      <w:docPartBody>
        <w:p w:rsidR="002C628C" w:rsidRDefault="00AE223E">
          <w:pPr>
            <w:pStyle w:val="B1B4BB1533574295B987790ADBAC134E"/>
          </w:pPr>
          <w:r>
            <w:rPr>
              <w:rStyle w:val="PlaceholderText"/>
            </w:rPr>
            <w:t>[Start Date]</w:t>
          </w:r>
        </w:p>
      </w:docPartBody>
    </w:docPart>
    <w:docPart>
      <w:docPartPr>
        <w:name w:val="DBDE165B9BBE43FFA91F21ACAFC138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E0C6DB-2360-44DD-BFE0-4E2232DADF7A}"/>
      </w:docPartPr>
      <w:docPartBody>
        <w:p w:rsidR="002C628C" w:rsidRDefault="00AE223E">
          <w:pPr>
            <w:pStyle w:val="DBDE165B9BBE43FFA91F21ACAFC138D4"/>
          </w:pPr>
          <w:r>
            <w:rPr>
              <w:rStyle w:val="PlaceholderText"/>
            </w:rPr>
            <w:t>[End Date]</w:t>
          </w:r>
        </w:p>
      </w:docPartBody>
    </w:docPart>
    <w:docPart>
      <w:docPartPr>
        <w:name w:val="C2AD29CEE0C343DDB1CA954A4D1D70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0E0CF0-DFB5-496F-85BD-078442AECA0F}"/>
      </w:docPartPr>
      <w:docPartBody>
        <w:p w:rsidR="002C628C" w:rsidRDefault="00AE223E">
          <w:pPr>
            <w:pStyle w:val="C2AD29CEE0C343DDB1CA954A4D1D70B5"/>
          </w:pPr>
          <w:r>
            <w:rPr>
              <w:rStyle w:val="PlaceholderText"/>
            </w:rPr>
            <w:t>[Start Date]</w:t>
          </w:r>
        </w:p>
      </w:docPartBody>
    </w:docPart>
    <w:docPart>
      <w:docPartPr>
        <w:name w:val="1BAB6FCCDD764D8CA3AB973578C6DD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499241-3D2A-4E8B-A265-577DDD3FFC35}"/>
      </w:docPartPr>
      <w:docPartBody>
        <w:p w:rsidR="002C628C" w:rsidRDefault="00AE223E">
          <w:pPr>
            <w:pStyle w:val="1BAB6FCCDD764D8CA3AB973578C6DDDC"/>
          </w:pPr>
          <w:r>
            <w:rPr>
              <w:rStyle w:val="PlaceholderText"/>
            </w:rPr>
            <w:t>[End Date]</w:t>
          </w:r>
        </w:p>
      </w:docPartBody>
    </w:docPart>
    <w:docPart>
      <w:docPartPr>
        <w:name w:val="670D946CCA224E91B15FA9A4DBE1D8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D3D6D7-BA14-43BA-8D7C-00D8053B4F44}"/>
      </w:docPartPr>
      <w:docPartBody>
        <w:p w:rsidR="002C628C" w:rsidRDefault="00AE223E">
          <w:pPr>
            <w:pStyle w:val="670D946CCA224E91B15FA9A4DBE1D86E"/>
          </w:pPr>
          <w:r>
            <w:t>[Buffalo,NY]</w:t>
          </w:r>
        </w:p>
      </w:docPartBody>
    </w:docPart>
    <w:docPart>
      <w:docPartPr>
        <w:name w:val="7E3AE4465D89418989C8CC4A3A7D63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C92D80-0669-4C5F-830D-DC37206E8554}"/>
      </w:docPartPr>
      <w:docPartBody>
        <w:p w:rsidR="002C628C" w:rsidRDefault="00A60B75" w:rsidP="00A60B75">
          <w:pPr>
            <w:pStyle w:val="7E3AE4465D89418989C8CC4A3A7D6395"/>
          </w:pPr>
          <w:r>
            <w:rPr>
              <w:rStyle w:val="PlaceholderText"/>
            </w:rPr>
            <w:t>[Start Date]</w:t>
          </w:r>
        </w:p>
      </w:docPartBody>
    </w:docPart>
    <w:docPart>
      <w:docPartPr>
        <w:name w:val="8CBE39B925F94B898C14BA98718B63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25004F-2367-4381-8E20-6A613B4F6D93}"/>
      </w:docPartPr>
      <w:docPartBody>
        <w:p w:rsidR="002C628C" w:rsidRDefault="00A60B75" w:rsidP="00A60B75">
          <w:pPr>
            <w:pStyle w:val="8CBE39B925F94B898C14BA98718B6363"/>
          </w:pPr>
          <w:r>
            <w:rPr>
              <w:rStyle w:val="PlaceholderText"/>
            </w:rPr>
            <w:t>[End Date]</w:t>
          </w:r>
        </w:p>
      </w:docPartBody>
    </w:docPart>
    <w:docPart>
      <w:docPartPr>
        <w:name w:val="F71DF5D66C44415FBB8C8B12D7D4F6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0A1D48-BF0C-4B57-B56C-A2C78E4A64B5}"/>
      </w:docPartPr>
      <w:docPartBody>
        <w:p w:rsidR="002C628C" w:rsidRDefault="00A60B75" w:rsidP="00A60B75">
          <w:pPr>
            <w:pStyle w:val="F71DF5D66C44415FBB8C8B12D7D4F60B"/>
          </w:pPr>
          <w:r>
            <w:t>[Buffalo,NY]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193D60"/>
    <w:multiLevelType w:val="hybridMultilevel"/>
    <w:tmpl w:val="941ED220"/>
    <w:lvl w:ilvl="0" w:tplc="928C7D54">
      <w:start w:val="5"/>
      <w:numFmt w:val="bullet"/>
      <w:pStyle w:val="ListParagraph"/>
      <w:lvlText w:val="-"/>
      <w:lvlJc w:val="left"/>
      <w:pPr>
        <w:ind w:left="720" w:hanging="360"/>
      </w:pPr>
      <w:rPr>
        <w:rFonts w:ascii="Corbel" w:eastAsiaTheme="minorHAnsi" w:hAnsi="Corbe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60B75"/>
    <w:rsid w:val="000629E8"/>
    <w:rsid w:val="00123BBF"/>
    <w:rsid w:val="00275C11"/>
    <w:rsid w:val="002C628C"/>
    <w:rsid w:val="004E0680"/>
    <w:rsid w:val="00631755"/>
    <w:rsid w:val="00A60B75"/>
    <w:rsid w:val="00AE223E"/>
    <w:rsid w:val="00CE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62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9A39A3C10B43CD816CB6E0CDFACA31">
    <w:name w:val="279A39A3C10B43CD816CB6E0CDFACA31"/>
    <w:rsid w:val="002C628C"/>
  </w:style>
  <w:style w:type="paragraph" w:customStyle="1" w:styleId="9A548276A0C84AC18F1A201810107417">
    <w:name w:val="9A548276A0C84AC18F1A201810107417"/>
    <w:rsid w:val="002C628C"/>
  </w:style>
  <w:style w:type="paragraph" w:customStyle="1" w:styleId="F960935042144AC38C0E0CC85F89101A">
    <w:name w:val="F960935042144AC38C0E0CC85F89101A"/>
    <w:rsid w:val="002C628C"/>
  </w:style>
  <w:style w:type="paragraph" w:customStyle="1" w:styleId="C8CFD806ED4B48048F092FA411B5DA32">
    <w:name w:val="C8CFD806ED4B48048F092FA411B5DA32"/>
    <w:rsid w:val="002C628C"/>
  </w:style>
  <w:style w:type="paragraph" w:customStyle="1" w:styleId="1CDBDE3E19C54A079F37531726B791E0">
    <w:name w:val="1CDBDE3E19C54A079F37531726B791E0"/>
    <w:rsid w:val="002C628C"/>
  </w:style>
  <w:style w:type="paragraph" w:customStyle="1" w:styleId="D45B3EB7C03F404BAF6F3AB2B202970B">
    <w:name w:val="D45B3EB7C03F404BAF6F3AB2B202970B"/>
    <w:rsid w:val="002C628C"/>
  </w:style>
  <w:style w:type="paragraph" w:styleId="ListParagraph">
    <w:name w:val="List Paragraph"/>
    <w:basedOn w:val="Normal"/>
    <w:uiPriority w:val="34"/>
    <w:qFormat/>
    <w:rsid w:val="002C628C"/>
    <w:pPr>
      <w:numPr>
        <w:numId w:val="1"/>
      </w:numPr>
      <w:spacing w:after="80" w:line="264" w:lineRule="auto"/>
      <w:ind w:left="360" w:hanging="216"/>
    </w:pPr>
    <w:rPr>
      <w:rFonts w:eastAsiaTheme="minorHAnsi"/>
      <w:sz w:val="16"/>
    </w:rPr>
  </w:style>
  <w:style w:type="paragraph" w:customStyle="1" w:styleId="0EF89B9A719B4F8FAC3EADA812334516">
    <w:name w:val="0EF89B9A719B4F8FAC3EADA812334516"/>
    <w:rsid w:val="002C628C"/>
  </w:style>
  <w:style w:type="paragraph" w:customStyle="1" w:styleId="91980663A7A04B8CBD8A280BCA39574E">
    <w:name w:val="91980663A7A04B8CBD8A280BCA39574E"/>
    <w:rsid w:val="002C628C"/>
  </w:style>
  <w:style w:type="paragraph" w:customStyle="1" w:styleId="4D42742E411043CDAFF83BBBD959A045">
    <w:name w:val="4D42742E411043CDAFF83BBBD959A045"/>
    <w:rsid w:val="002C628C"/>
  </w:style>
  <w:style w:type="character" w:styleId="PlaceholderText">
    <w:name w:val="Placeholder Text"/>
    <w:basedOn w:val="DefaultParagraphFont"/>
    <w:uiPriority w:val="99"/>
    <w:semiHidden/>
    <w:rsid w:val="00A60B75"/>
    <w:rPr>
      <w:color w:val="808080"/>
    </w:rPr>
  </w:style>
  <w:style w:type="paragraph" w:customStyle="1" w:styleId="78E19C741A9242ECA084C93B992A96F8">
    <w:name w:val="78E19C741A9242ECA084C93B992A96F8"/>
    <w:rsid w:val="002C628C"/>
  </w:style>
  <w:style w:type="paragraph" w:customStyle="1" w:styleId="80683952CCDB4091AAB7F64D4ACFF941">
    <w:name w:val="80683952CCDB4091AAB7F64D4ACFF941"/>
    <w:rsid w:val="002C628C"/>
  </w:style>
  <w:style w:type="paragraph" w:customStyle="1" w:styleId="4BE7C49E234B4EC79931A0BA98EFCF0B">
    <w:name w:val="4BE7C49E234B4EC79931A0BA98EFCF0B"/>
    <w:rsid w:val="002C628C"/>
  </w:style>
  <w:style w:type="paragraph" w:customStyle="1" w:styleId="F240B8B38A474591AD484FD76ADA4953">
    <w:name w:val="F240B8B38A474591AD484FD76ADA4953"/>
    <w:rsid w:val="002C628C"/>
  </w:style>
  <w:style w:type="paragraph" w:customStyle="1" w:styleId="82F77513C8A94887B2B24B00EE7D26E3">
    <w:name w:val="82F77513C8A94887B2B24B00EE7D26E3"/>
    <w:rsid w:val="002C628C"/>
  </w:style>
  <w:style w:type="paragraph" w:customStyle="1" w:styleId="C9B2CD3F065D4777BCC8A9A0FF5BBA3F">
    <w:name w:val="C9B2CD3F065D4777BCC8A9A0FF5BBA3F"/>
    <w:rsid w:val="002C628C"/>
  </w:style>
  <w:style w:type="paragraph" w:customStyle="1" w:styleId="24A0F77D9A5842D8AC10A41172393887">
    <w:name w:val="24A0F77D9A5842D8AC10A41172393887"/>
    <w:rsid w:val="002C628C"/>
  </w:style>
  <w:style w:type="paragraph" w:customStyle="1" w:styleId="D5A6A0572562444381BCE2CA8BB1CB11">
    <w:name w:val="D5A6A0572562444381BCE2CA8BB1CB11"/>
    <w:rsid w:val="002C628C"/>
  </w:style>
  <w:style w:type="paragraph" w:customStyle="1" w:styleId="1187540050634C4DA1C5CC2D3FFBA31A">
    <w:name w:val="1187540050634C4DA1C5CC2D3FFBA31A"/>
    <w:rsid w:val="002C628C"/>
  </w:style>
  <w:style w:type="paragraph" w:customStyle="1" w:styleId="B1B4BB1533574295B987790ADBAC134E">
    <w:name w:val="B1B4BB1533574295B987790ADBAC134E"/>
    <w:rsid w:val="002C628C"/>
  </w:style>
  <w:style w:type="paragraph" w:customStyle="1" w:styleId="DBDE165B9BBE43FFA91F21ACAFC138D4">
    <w:name w:val="DBDE165B9BBE43FFA91F21ACAFC138D4"/>
    <w:rsid w:val="002C628C"/>
  </w:style>
  <w:style w:type="paragraph" w:customStyle="1" w:styleId="59F49D74AB924D7089BAB1631BFCA7F6">
    <w:name w:val="59F49D74AB924D7089BAB1631BFCA7F6"/>
    <w:rsid w:val="002C628C"/>
  </w:style>
  <w:style w:type="paragraph" w:customStyle="1" w:styleId="0B67F11EA80244E4BBB255F3D2B1E329">
    <w:name w:val="0B67F11EA80244E4BBB255F3D2B1E329"/>
    <w:rsid w:val="002C628C"/>
  </w:style>
  <w:style w:type="paragraph" w:customStyle="1" w:styleId="8BCCF646D34A48FD87D8B6774AA2C36E">
    <w:name w:val="8BCCF646D34A48FD87D8B6774AA2C36E"/>
    <w:rsid w:val="002C628C"/>
  </w:style>
  <w:style w:type="paragraph" w:customStyle="1" w:styleId="C2AD29CEE0C343DDB1CA954A4D1D70B5">
    <w:name w:val="C2AD29CEE0C343DDB1CA954A4D1D70B5"/>
    <w:rsid w:val="002C628C"/>
  </w:style>
  <w:style w:type="paragraph" w:customStyle="1" w:styleId="1BAB6FCCDD764D8CA3AB973578C6DDDC">
    <w:name w:val="1BAB6FCCDD764D8CA3AB973578C6DDDC"/>
    <w:rsid w:val="002C628C"/>
  </w:style>
  <w:style w:type="paragraph" w:customStyle="1" w:styleId="670D946CCA224E91B15FA9A4DBE1D86E">
    <w:name w:val="670D946CCA224E91B15FA9A4DBE1D86E"/>
    <w:rsid w:val="002C628C"/>
  </w:style>
  <w:style w:type="paragraph" w:customStyle="1" w:styleId="112F1A56BBDE48C2B7566298D37CCDFA">
    <w:name w:val="112F1A56BBDE48C2B7566298D37CCDFA"/>
    <w:rsid w:val="002C628C"/>
  </w:style>
  <w:style w:type="paragraph" w:customStyle="1" w:styleId="9EAF83E9FF9C4178B7F610A7426F1DE1">
    <w:name w:val="9EAF83E9FF9C4178B7F610A7426F1DE1"/>
    <w:rsid w:val="002C628C"/>
  </w:style>
  <w:style w:type="paragraph" w:customStyle="1" w:styleId="581D4B148DEE4C9CA5E76519D5873CD8">
    <w:name w:val="581D4B148DEE4C9CA5E76519D5873CD8"/>
    <w:rsid w:val="002C628C"/>
  </w:style>
  <w:style w:type="paragraph" w:customStyle="1" w:styleId="23DFA764A16740AB86AE57BC03A8773A">
    <w:name w:val="23DFA764A16740AB86AE57BC03A8773A"/>
    <w:rsid w:val="002C628C"/>
  </w:style>
  <w:style w:type="paragraph" w:customStyle="1" w:styleId="0D4CE00C088B4684A5F4ED2293F94365">
    <w:name w:val="0D4CE00C088B4684A5F4ED2293F94365"/>
    <w:rsid w:val="002C628C"/>
  </w:style>
  <w:style w:type="paragraph" w:customStyle="1" w:styleId="C6E8F4132E674DC985B007BD27BE8F9C">
    <w:name w:val="C6E8F4132E674DC985B007BD27BE8F9C"/>
    <w:rsid w:val="002C628C"/>
  </w:style>
  <w:style w:type="paragraph" w:customStyle="1" w:styleId="13E2FCFB436C4B8F885A83B93A87CD8A">
    <w:name w:val="13E2FCFB436C4B8F885A83B93A87CD8A"/>
    <w:rsid w:val="002C628C"/>
  </w:style>
  <w:style w:type="paragraph" w:customStyle="1" w:styleId="1E6FF27F2BF84CD5B44F4F2E8CE9FE8A">
    <w:name w:val="1E6FF27F2BF84CD5B44F4F2E8CE9FE8A"/>
    <w:rsid w:val="00A60B75"/>
  </w:style>
  <w:style w:type="paragraph" w:customStyle="1" w:styleId="E2E1519A1AE64A59A85EA5C37A41925D">
    <w:name w:val="E2E1519A1AE64A59A85EA5C37A41925D"/>
    <w:rsid w:val="00A60B75"/>
  </w:style>
  <w:style w:type="paragraph" w:customStyle="1" w:styleId="44B4FD0966464822BB908D7E04AAD3B1">
    <w:name w:val="44B4FD0966464822BB908D7E04AAD3B1"/>
    <w:rsid w:val="00A60B75"/>
  </w:style>
  <w:style w:type="paragraph" w:customStyle="1" w:styleId="69DB3D5C71164EE18093FF1A677D1BBC">
    <w:name w:val="69DB3D5C71164EE18093FF1A677D1BBC"/>
    <w:rsid w:val="00A60B75"/>
  </w:style>
  <w:style w:type="paragraph" w:customStyle="1" w:styleId="96E409A5662F4AA5BF111DA4000AB053">
    <w:name w:val="96E409A5662F4AA5BF111DA4000AB053"/>
    <w:rsid w:val="00A60B75"/>
  </w:style>
  <w:style w:type="paragraph" w:customStyle="1" w:styleId="49AFAEC8C302452ABC39F0FB1191407F">
    <w:name w:val="49AFAEC8C302452ABC39F0FB1191407F"/>
    <w:rsid w:val="00A60B75"/>
  </w:style>
  <w:style w:type="paragraph" w:customStyle="1" w:styleId="4A17204DE5824EBB966DB6DD48C1925A">
    <w:name w:val="4A17204DE5824EBB966DB6DD48C1925A"/>
    <w:rsid w:val="00A60B75"/>
  </w:style>
  <w:style w:type="paragraph" w:customStyle="1" w:styleId="A2DA417BBD2D4BB880010C59377D1569">
    <w:name w:val="A2DA417BBD2D4BB880010C59377D1569"/>
    <w:rsid w:val="00A60B75"/>
  </w:style>
  <w:style w:type="paragraph" w:customStyle="1" w:styleId="499AD4BC5A364847AEA32CE993428A17">
    <w:name w:val="499AD4BC5A364847AEA32CE993428A17"/>
    <w:rsid w:val="00A60B75"/>
  </w:style>
  <w:style w:type="paragraph" w:customStyle="1" w:styleId="2884B56053C54F08B9CBB0BACE48A140">
    <w:name w:val="2884B56053C54F08B9CBB0BACE48A140"/>
    <w:rsid w:val="00A60B75"/>
  </w:style>
  <w:style w:type="paragraph" w:customStyle="1" w:styleId="A2614F9FDBBC495DBC6034BA44D25794">
    <w:name w:val="A2614F9FDBBC495DBC6034BA44D25794"/>
    <w:rsid w:val="00A60B75"/>
  </w:style>
  <w:style w:type="paragraph" w:customStyle="1" w:styleId="D39844DA96EE45DDBB12CDCDFDD58D70">
    <w:name w:val="D39844DA96EE45DDBB12CDCDFDD58D70"/>
    <w:rsid w:val="00A60B75"/>
  </w:style>
  <w:style w:type="paragraph" w:customStyle="1" w:styleId="87E67DF4551146F4A9725C739C9B9CBF">
    <w:name w:val="87E67DF4551146F4A9725C739C9B9CBF"/>
    <w:rsid w:val="00A60B75"/>
  </w:style>
  <w:style w:type="paragraph" w:customStyle="1" w:styleId="2379DCEC11E542169E7AA439469A6188">
    <w:name w:val="2379DCEC11E542169E7AA439469A6188"/>
    <w:rsid w:val="00A60B75"/>
  </w:style>
  <w:style w:type="paragraph" w:customStyle="1" w:styleId="66D66C979C9848B8BBCF264505D2E0CB">
    <w:name w:val="66D66C979C9848B8BBCF264505D2E0CB"/>
    <w:rsid w:val="00A60B75"/>
  </w:style>
  <w:style w:type="paragraph" w:customStyle="1" w:styleId="1D9882421F174D7EBF5D0E6FAF463A78">
    <w:name w:val="1D9882421F174D7EBF5D0E6FAF463A78"/>
    <w:rsid w:val="00A60B75"/>
  </w:style>
  <w:style w:type="paragraph" w:customStyle="1" w:styleId="D12717C1AE414CDFA71A05A9A3362F1B">
    <w:name w:val="D12717C1AE414CDFA71A05A9A3362F1B"/>
    <w:rsid w:val="00A60B75"/>
  </w:style>
  <w:style w:type="paragraph" w:customStyle="1" w:styleId="4ED02D79FA824A199B68479F6500BA4E">
    <w:name w:val="4ED02D79FA824A199B68479F6500BA4E"/>
    <w:rsid w:val="00A60B75"/>
  </w:style>
  <w:style w:type="paragraph" w:customStyle="1" w:styleId="94449CDD072740C7AB7CF8F68726191E">
    <w:name w:val="94449CDD072740C7AB7CF8F68726191E"/>
    <w:rsid w:val="00A60B75"/>
  </w:style>
  <w:style w:type="paragraph" w:customStyle="1" w:styleId="10D6B8BFDC88463E82A15DAE5E67F0E3">
    <w:name w:val="10D6B8BFDC88463E82A15DAE5E67F0E3"/>
    <w:rsid w:val="00A60B75"/>
  </w:style>
  <w:style w:type="paragraph" w:customStyle="1" w:styleId="13B7F801C7C743579D4AC4765D05480E">
    <w:name w:val="13B7F801C7C743579D4AC4765D05480E"/>
    <w:rsid w:val="00A60B75"/>
  </w:style>
  <w:style w:type="paragraph" w:customStyle="1" w:styleId="204FE8BE1BA84A07AA802D2EA0DCA09E">
    <w:name w:val="204FE8BE1BA84A07AA802D2EA0DCA09E"/>
    <w:rsid w:val="00A60B75"/>
  </w:style>
  <w:style w:type="paragraph" w:customStyle="1" w:styleId="C9AC27E5DF424FD59278FA956F59AF63">
    <w:name w:val="C9AC27E5DF424FD59278FA956F59AF63"/>
    <w:rsid w:val="00A60B75"/>
  </w:style>
  <w:style w:type="paragraph" w:customStyle="1" w:styleId="EC3BC8939B3D4A3EA77F4277C714F2ED">
    <w:name w:val="EC3BC8939B3D4A3EA77F4277C714F2ED"/>
    <w:rsid w:val="00A60B75"/>
  </w:style>
  <w:style w:type="paragraph" w:customStyle="1" w:styleId="F8F74ACAC7D043DE95E5802573D9E3D0">
    <w:name w:val="F8F74ACAC7D043DE95E5802573D9E3D0"/>
    <w:rsid w:val="00A60B75"/>
  </w:style>
  <w:style w:type="paragraph" w:customStyle="1" w:styleId="43D27F5611F64B9280BA28ADE0D4E10A">
    <w:name w:val="43D27F5611F64B9280BA28ADE0D4E10A"/>
    <w:rsid w:val="00A60B75"/>
  </w:style>
  <w:style w:type="paragraph" w:customStyle="1" w:styleId="D40E511AEC594BD386E4898E55097743">
    <w:name w:val="D40E511AEC594BD386E4898E55097743"/>
    <w:rsid w:val="00A60B75"/>
  </w:style>
  <w:style w:type="paragraph" w:customStyle="1" w:styleId="5607813233DF4FCABACEC44B64327543">
    <w:name w:val="5607813233DF4FCABACEC44B64327543"/>
    <w:rsid w:val="00A60B75"/>
  </w:style>
  <w:style w:type="paragraph" w:customStyle="1" w:styleId="51B4DBD43E494CE698A836939EB3F167">
    <w:name w:val="51B4DBD43E494CE698A836939EB3F167"/>
    <w:rsid w:val="00A60B75"/>
  </w:style>
  <w:style w:type="paragraph" w:customStyle="1" w:styleId="F96A43235D494FAA936D52A8F442C8AB">
    <w:name w:val="F96A43235D494FAA936D52A8F442C8AB"/>
    <w:rsid w:val="00A60B75"/>
  </w:style>
  <w:style w:type="paragraph" w:customStyle="1" w:styleId="42C7258FBE85479082524E598C5A6E31">
    <w:name w:val="42C7258FBE85479082524E598C5A6E31"/>
    <w:rsid w:val="00A60B75"/>
  </w:style>
  <w:style w:type="paragraph" w:customStyle="1" w:styleId="4FB2BB5B6DB44AD1AA32F56D8D364F24">
    <w:name w:val="4FB2BB5B6DB44AD1AA32F56D8D364F24"/>
    <w:rsid w:val="00A60B75"/>
  </w:style>
  <w:style w:type="paragraph" w:customStyle="1" w:styleId="0DF261809A3F46019D39A1FB4BEF799D">
    <w:name w:val="0DF261809A3F46019D39A1FB4BEF799D"/>
    <w:rsid w:val="00A60B75"/>
  </w:style>
  <w:style w:type="paragraph" w:customStyle="1" w:styleId="0F1B6E5BD5F741D98C69F9B85C0F6C29">
    <w:name w:val="0F1B6E5BD5F741D98C69F9B85C0F6C29"/>
    <w:rsid w:val="00A60B75"/>
  </w:style>
  <w:style w:type="paragraph" w:customStyle="1" w:styleId="FE7CFC4E811B4280BB356BAEFC0E6AC5">
    <w:name w:val="FE7CFC4E811B4280BB356BAEFC0E6AC5"/>
    <w:rsid w:val="00A60B75"/>
  </w:style>
  <w:style w:type="paragraph" w:customStyle="1" w:styleId="B5AA0F9BC38441AAAB78B32347B16DC7">
    <w:name w:val="B5AA0F9BC38441AAAB78B32347B16DC7"/>
    <w:rsid w:val="00A60B75"/>
  </w:style>
  <w:style w:type="paragraph" w:customStyle="1" w:styleId="3828044DD0D043B5ACA3C69702F9363A">
    <w:name w:val="3828044DD0D043B5ACA3C69702F9363A"/>
    <w:rsid w:val="00A60B75"/>
  </w:style>
  <w:style w:type="paragraph" w:customStyle="1" w:styleId="26A09913AAFE48F0B2CEF2936A6F1BCF">
    <w:name w:val="26A09913AAFE48F0B2CEF2936A6F1BCF"/>
    <w:rsid w:val="00A60B75"/>
  </w:style>
  <w:style w:type="paragraph" w:customStyle="1" w:styleId="A087C31EFD8A496FA56653FFC6097AF6">
    <w:name w:val="A087C31EFD8A496FA56653FFC6097AF6"/>
    <w:rsid w:val="00A60B75"/>
  </w:style>
  <w:style w:type="paragraph" w:customStyle="1" w:styleId="CBCA7982FD5745F5B895DC640F203881">
    <w:name w:val="CBCA7982FD5745F5B895DC640F203881"/>
    <w:rsid w:val="00A60B75"/>
  </w:style>
  <w:style w:type="paragraph" w:customStyle="1" w:styleId="1953B738174C45519F0F0BBD77890DC8">
    <w:name w:val="1953B738174C45519F0F0BBD77890DC8"/>
    <w:rsid w:val="00A60B75"/>
  </w:style>
  <w:style w:type="paragraph" w:customStyle="1" w:styleId="6DA612BAA339471F82D5004DD708EE5C">
    <w:name w:val="6DA612BAA339471F82D5004DD708EE5C"/>
    <w:rsid w:val="00A60B75"/>
  </w:style>
  <w:style w:type="paragraph" w:customStyle="1" w:styleId="E99F8AC0DC0E48BBBD9BD0256938395E">
    <w:name w:val="E99F8AC0DC0E48BBBD9BD0256938395E"/>
    <w:rsid w:val="00A60B75"/>
  </w:style>
  <w:style w:type="paragraph" w:customStyle="1" w:styleId="4F743A6E61774689B43931A2327E5E8A">
    <w:name w:val="4F743A6E61774689B43931A2327E5E8A"/>
    <w:rsid w:val="00A60B75"/>
  </w:style>
  <w:style w:type="paragraph" w:customStyle="1" w:styleId="C4DF071C9F024D7ABA41755AF136BFDA">
    <w:name w:val="C4DF071C9F024D7ABA41755AF136BFDA"/>
    <w:rsid w:val="00A60B75"/>
  </w:style>
  <w:style w:type="paragraph" w:customStyle="1" w:styleId="3F7046D718C547D38D3CD38E1E0E2E30">
    <w:name w:val="3F7046D718C547D38D3CD38E1E0E2E30"/>
    <w:rsid w:val="00A60B75"/>
  </w:style>
  <w:style w:type="paragraph" w:customStyle="1" w:styleId="7E3AE4465D89418989C8CC4A3A7D6395">
    <w:name w:val="7E3AE4465D89418989C8CC4A3A7D6395"/>
    <w:rsid w:val="00A60B75"/>
  </w:style>
  <w:style w:type="paragraph" w:customStyle="1" w:styleId="8CBE39B925F94B898C14BA98718B6363">
    <w:name w:val="8CBE39B925F94B898C14BA98718B6363"/>
    <w:rsid w:val="00A60B75"/>
  </w:style>
  <w:style w:type="paragraph" w:customStyle="1" w:styleId="F71DF5D66C44415FBB8C8B12D7D4F60B">
    <w:name w:val="F71DF5D66C44415FBB8C8B12D7D4F60B"/>
    <w:rsid w:val="00A60B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Custom Theme">
  <a:themeElements>
    <a:clrScheme name="Office Colors">
      <a:dk1>
        <a:sysClr val="windowText" lastClr="000000"/>
      </a:dk1>
      <a:lt1>
        <a:sysClr val="window" lastClr="FFFFFF"/>
      </a:lt1>
      <a:dk2>
        <a:srgbClr val="1F497D"/>
      </a:dk2>
      <a:lt2>
        <a:srgbClr val="FAF3E8"/>
      </a:lt2>
      <a:accent1>
        <a:srgbClr val="5C83B4"/>
      </a:accent1>
      <a:accent2>
        <a:srgbClr val="C0504D"/>
      </a:accent2>
      <a:accent3>
        <a:srgbClr val="9DBB61"/>
      </a:accent3>
      <a:accent4>
        <a:srgbClr val="8066A0"/>
      </a:accent4>
      <a:accent5>
        <a:srgbClr val="4BACC6"/>
      </a:accent5>
      <a:accent6>
        <a:srgbClr val="F59D56"/>
      </a:accent6>
      <a:hlink>
        <a:srgbClr val="0000FF"/>
      </a:hlink>
      <a:folHlink>
        <a:srgbClr val="800080"/>
      </a:folHlink>
    </a:clrScheme>
    <a:fontScheme name="Deluxe">
      <a:majorFont>
        <a:latin typeface="Corbel"/>
        <a:ea typeface=""/>
        <a:cs typeface=""/>
        <a:font script="Jpan" typeface="HGｺﾞｼｯｸM"/>
        <a:font script="Hang" typeface="HY엽서L"/>
        <a:font script="Hans" typeface="楷体_GB2312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楷体_GB2312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 rotWithShape="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D7F26A1B-11AC-4436-9823-0F93C6E088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ChronologicalResume.dotx</Template>
  <TotalTime>1</TotalTime>
  <Pages>2</Pages>
  <Words>618</Words>
  <Characters>3523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Chronological resume (Minimalist design)</vt:lpstr>
    </vt:vector>
  </TitlesOfParts>
  <Company>Elekta</Company>
  <LinksUpToDate>false</LinksUpToDate>
  <CharactersWithSpaces>4133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Chronological resume (Minimalist design)</dc:title>
  <dc:creator>Roger B Mitchell</dc:creator>
  <cp:lastModifiedBy>Scott Reph</cp:lastModifiedBy>
  <cp:revision>2</cp:revision>
  <cp:lastPrinted>2013-01-13T07:37:00Z</cp:lastPrinted>
  <dcterms:created xsi:type="dcterms:W3CDTF">2015-09-03T16:05:00Z</dcterms:created>
  <dcterms:modified xsi:type="dcterms:W3CDTF">2015-09-03T16:05:00Z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TC101686509990</vt:lpwstr>
  </property>
</Properties>
</file>